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48A07" w14:textId="6140F461" w:rsidR="00DE7E39" w:rsidRPr="00AB4A2B" w:rsidRDefault="00C43095" w:rsidP="00DE7E39">
      <w:pPr>
        <w:pStyle w:val="Kop1"/>
        <w:numPr>
          <w:ilvl w:val="0"/>
          <w:numId w:val="0"/>
        </w:numPr>
        <w:rPr>
          <w:rFonts w:ascii="Verdana" w:hAnsi="Verdana"/>
          <w:color w:val="365F91" w:themeColor="accent1" w:themeShade="BF"/>
          <w:sz w:val="36"/>
          <w:szCs w:val="22"/>
        </w:rPr>
      </w:pPr>
      <w:r w:rsidRPr="00AB4A2B">
        <w:rPr>
          <w:rFonts w:ascii="Verdana" w:hAnsi="Verdana"/>
          <w:color w:val="365F91" w:themeColor="accent1" w:themeShade="BF"/>
          <w:sz w:val="36"/>
          <w:szCs w:val="22"/>
        </w:rPr>
        <w:t>MODEL PROJECTPLAN</w:t>
      </w:r>
    </w:p>
    <w:p w14:paraId="580375EC" w14:textId="0FD2F650" w:rsidR="00954294" w:rsidRPr="00EC398B" w:rsidRDefault="00B73E7A" w:rsidP="00954294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Ten behoeve van</w:t>
      </w:r>
      <w:r w:rsidR="00C5365F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subsidieaanvr</w:t>
      </w:r>
      <w:r w:rsidR="00C5365F">
        <w:rPr>
          <w:rFonts w:ascii="Verdana" w:hAnsi="Verdana"/>
          <w:b/>
          <w:sz w:val="18"/>
          <w:szCs w:val="18"/>
        </w:rPr>
        <w:t>ag</w:t>
      </w:r>
      <w:r>
        <w:rPr>
          <w:rFonts w:ascii="Verdana" w:hAnsi="Verdana"/>
          <w:b/>
          <w:sz w:val="18"/>
          <w:szCs w:val="18"/>
        </w:rPr>
        <w:t>en</w:t>
      </w:r>
      <w:r w:rsidR="00253368">
        <w:rPr>
          <w:rFonts w:ascii="Verdana" w:hAnsi="Verdana"/>
          <w:b/>
          <w:sz w:val="18"/>
          <w:szCs w:val="18"/>
        </w:rPr>
        <w:t xml:space="preserve"> binnen de Open Innovatie Call</w:t>
      </w:r>
    </w:p>
    <w:p w14:paraId="245EC98B" w14:textId="2C314665" w:rsidR="00AC6DE3" w:rsidRPr="00EC398B" w:rsidRDefault="00AC6DE3" w:rsidP="00954294">
      <w:pPr>
        <w:rPr>
          <w:rFonts w:ascii="Verdana" w:hAnsi="Verdana"/>
          <w:sz w:val="18"/>
          <w:szCs w:val="18"/>
        </w:rPr>
      </w:pPr>
    </w:p>
    <w:p w14:paraId="1A37D85C" w14:textId="0B894153" w:rsidR="00E3696A" w:rsidRDefault="00E71E82" w:rsidP="00E71E82">
      <w:pPr>
        <w:rPr>
          <w:rFonts w:ascii="Verdana" w:hAnsi="Verdana"/>
          <w:sz w:val="18"/>
          <w:szCs w:val="18"/>
        </w:rPr>
      </w:pPr>
      <w:r w:rsidRPr="00EC398B">
        <w:rPr>
          <w:rFonts w:ascii="Verdana" w:hAnsi="Verdana"/>
          <w:sz w:val="18"/>
          <w:szCs w:val="18"/>
        </w:rPr>
        <w:t>Het projectplan is</w:t>
      </w:r>
      <w:r w:rsidR="00A23A19">
        <w:rPr>
          <w:rFonts w:ascii="Verdana" w:hAnsi="Verdana"/>
          <w:sz w:val="18"/>
          <w:szCs w:val="18"/>
        </w:rPr>
        <w:t xml:space="preserve"> een belangrijk onderdeel van uw subsidieaanvraag. Hierin presenteert u op overtuigende wijze w</w:t>
      </w:r>
      <w:r w:rsidR="004C666C">
        <w:rPr>
          <w:rFonts w:ascii="Verdana" w:hAnsi="Verdana"/>
          <w:sz w:val="18"/>
          <w:szCs w:val="18"/>
        </w:rPr>
        <w:t>aa</w:t>
      </w:r>
      <w:r w:rsidR="00A23A19">
        <w:rPr>
          <w:rFonts w:ascii="Verdana" w:hAnsi="Verdana"/>
          <w:sz w:val="18"/>
          <w:szCs w:val="18"/>
        </w:rPr>
        <w:t xml:space="preserve">rom en op welke wijze uw project bijdraagt aan de </w:t>
      </w:r>
      <w:r w:rsidR="00AB68F8">
        <w:rPr>
          <w:rFonts w:ascii="Verdana" w:hAnsi="Verdana"/>
          <w:sz w:val="18"/>
          <w:szCs w:val="18"/>
        </w:rPr>
        <w:t>doelstellingen van</w:t>
      </w:r>
      <w:r w:rsidR="00253368">
        <w:rPr>
          <w:rFonts w:ascii="Verdana" w:hAnsi="Verdana"/>
          <w:sz w:val="18"/>
          <w:szCs w:val="18"/>
        </w:rPr>
        <w:t xml:space="preserve"> de Open Innovatie Call</w:t>
      </w:r>
      <w:r w:rsidR="00A23A19">
        <w:rPr>
          <w:rFonts w:ascii="Verdana" w:hAnsi="Verdana"/>
          <w:sz w:val="18"/>
          <w:szCs w:val="18"/>
        </w:rPr>
        <w:t>.</w:t>
      </w:r>
      <w:r w:rsidR="004C666C">
        <w:rPr>
          <w:rFonts w:ascii="Verdana" w:hAnsi="Verdana"/>
          <w:sz w:val="18"/>
          <w:szCs w:val="18"/>
        </w:rPr>
        <w:t xml:space="preserve"> Probeert u op zo concreet mogelijke wijze te beschrijven wat voor activiteiten u binnen het project gaat ontplooien.</w:t>
      </w:r>
      <w:r w:rsidR="00E3696A">
        <w:rPr>
          <w:rFonts w:ascii="Verdana" w:hAnsi="Verdana"/>
          <w:sz w:val="18"/>
          <w:szCs w:val="18"/>
        </w:rPr>
        <w:t xml:space="preserve"> </w:t>
      </w:r>
      <w:r w:rsidR="008E0B51">
        <w:rPr>
          <w:rFonts w:ascii="Verdana" w:hAnsi="Verdana"/>
          <w:sz w:val="18"/>
          <w:szCs w:val="18"/>
        </w:rPr>
        <w:t>Laat uw projectplan g</w:t>
      </w:r>
      <w:r w:rsidR="00861A95">
        <w:rPr>
          <w:rFonts w:ascii="Verdana" w:hAnsi="Verdana"/>
          <w:sz w:val="18"/>
          <w:szCs w:val="18"/>
        </w:rPr>
        <w:t>oed aan</w:t>
      </w:r>
      <w:r w:rsidR="008E0B51">
        <w:rPr>
          <w:rFonts w:ascii="Verdana" w:hAnsi="Verdana"/>
          <w:sz w:val="18"/>
          <w:szCs w:val="18"/>
        </w:rPr>
        <w:t>sluiten</w:t>
      </w:r>
      <w:r w:rsidR="00861A95">
        <w:rPr>
          <w:rFonts w:ascii="Verdana" w:hAnsi="Verdana"/>
          <w:sz w:val="18"/>
          <w:szCs w:val="18"/>
        </w:rPr>
        <w:t xml:space="preserve"> op </w:t>
      </w:r>
      <w:r w:rsidR="00E10549">
        <w:rPr>
          <w:rFonts w:ascii="Verdana" w:hAnsi="Verdana"/>
          <w:sz w:val="18"/>
          <w:szCs w:val="18"/>
        </w:rPr>
        <w:t xml:space="preserve">de uitvraag zoals die in </w:t>
      </w:r>
      <w:r w:rsidR="00253368">
        <w:rPr>
          <w:rFonts w:ascii="Verdana" w:hAnsi="Verdana"/>
          <w:sz w:val="18"/>
          <w:szCs w:val="18"/>
        </w:rPr>
        <w:t>de</w:t>
      </w:r>
      <w:r w:rsidR="00E10549">
        <w:rPr>
          <w:rFonts w:ascii="Verdana" w:hAnsi="Verdana"/>
          <w:sz w:val="18"/>
          <w:szCs w:val="18"/>
        </w:rPr>
        <w:t xml:space="preserve"> </w:t>
      </w:r>
      <w:r w:rsidR="00253368">
        <w:rPr>
          <w:rFonts w:ascii="Verdana" w:hAnsi="Verdana"/>
          <w:sz w:val="18"/>
          <w:szCs w:val="18"/>
        </w:rPr>
        <w:t>u</w:t>
      </w:r>
      <w:r w:rsidR="00E10549">
        <w:rPr>
          <w:rFonts w:ascii="Verdana" w:hAnsi="Verdana"/>
          <w:sz w:val="18"/>
          <w:szCs w:val="18"/>
        </w:rPr>
        <w:t>itvoerings</w:t>
      </w:r>
      <w:r w:rsidR="00253368">
        <w:rPr>
          <w:rFonts w:ascii="Verdana" w:hAnsi="Verdana"/>
          <w:sz w:val="18"/>
          <w:szCs w:val="18"/>
        </w:rPr>
        <w:t>regeling</w:t>
      </w:r>
      <w:r w:rsidR="00E10549">
        <w:rPr>
          <w:rFonts w:ascii="Verdana" w:hAnsi="Verdana"/>
          <w:sz w:val="18"/>
          <w:szCs w:val="18"/>
        </w:rPr>
        <w:t xml:space="preserve"> </w:t>
      </w:r>
      <w:r w:rsidR="00253368">
        <w:rPr>
          <w:rFonts w:ascii="Verdana" w:hAnsi="Verdana"/>
          <w:sz w:val="18"/>
          <w:szCs w:val="18"/>
        </w:rPr>
        <w:t xml:space="preserve">van de Open Innovatie Call </w:t>
      </w:r>
      <w:r w:rsidR="00E10549">
        <w:rPr>
          <w:rFonts w:ascii="Verdana" w:hAnsi="Verdana"/>
          <w:sz w:val="18"/>
          <w:szCs w:val="18"/>
        </w:rPr>
        <w:t xml:space="preserve">is beschreven. </w:t>
      </w:r>
      <w:r w:rsidR="00AB68F8">
        <w:rPr>
          <w:rFonts w:ascii="Verdana" w:hAnsi="Verdana"/>
          <w:sz w:val="18"/>
          <w:szCs w:val="18"/>
        </w:rPr>
        <w:t>Wij willen u vragen om in ieder geval de elementen die we in dit model projectplan hebben genoemd terug te laten komen in uw project</w:t>
      </w:r>
      <w:r w:rsidR="00D91BE9">
        <w:rPr>
          <w:rFonts w:ascii="Verdana" w:hAnsi="Verdana"/>
          <w:sz w:val="18"/>
          <w:szCs w:val="18"/>
        </w:rPr>
        <w:t>plan</w:t>
      </w:r>
      <w:r w:rsidR="00AB68F8">
        <w:rPr>
          <w:rFonts w:ascii="Verdana" w:hAnsi="Verdana"/>
          <w:sz w:val="18"/>
          <w:szCs w:val="18"/>
        </w:rPr>
        <w:t xml:space="preserve">. </w:t>
      </w:r>
    </w:p>
    <w:p w14:paraId="06B0876E" w14:textId="1069375E" w:rsidR="00E71E82" w:rsidRDefault="00E71E82" w:rsidP="00E71E82">
      <w:pPr>
        <w:rPr>
          <w:noProof/>
        </w:rPr>
      </w:pPr>
    </w:p>
    <w:p w14:paraId="5244FDBF" w14:textId="77777777" w:rsidR="002A7EE6" w:rsidRPr="00EC398B" w:rsidRDefault="002A7EE6" w:rsidP="002A7EE6">
      <w:pPr>
        <w:rPr>
          <w:rFonts w:ascii="Verdana" w:hAnsi="Verdana"/>
          <w:sz w:val="18"/>
          <w:szCs w:val="18"/>
        </w:rPr>
      </w:pPr>
      <w:r w:rsidRPr="00F84DED">
        <w:rPr>
          <w:rFonts w:ascii="Verdana" w:hAnsi="Verdana"/>
          <w:b/>
          <w:sz w:val="18"/>
          <w:szCs w:val="18"/>
        </w:rPr>
        <w:t>Projectnaam</w:t>
      </w:r>
      <w:r>
        <w:rPr>
          <w:rFonts w:ascii="Verdana" w:hAnsi="Verdana"/>
          <w:b/>
          <w:sz w:val="18"/>
          <w:szCs w:val="18"/>
        </w:rPr>
        <w:t>: …………</w:t>
      </w:r>
      <w:r w:rsidRPr="00EC398B">
        <w:rPr>
          <w:rFonts w:ascii="Verdana" w:hAnsi="Verdana"/>
          <w:sz w:val="18"/>
          <w:szCs w:val="18"/>
        </w:rPr>
        <w:t xml:space="preserve"> [zoals aangegeven op het aanvraagformulier]</w:t>
      </w:r>
    </w:p>
    <w:p w14:paraId="3BC77555" w14:textId="77777777" w:rsidR="002A7EE6" w:rsidRDefault="002A7EE6" w:rsidP="002A7EE6">
      <w:pPr>
        <w:rPr>
          <w:rFonts w:ascii="Verdana" w:hAnsi="Verdana"/>
          <w:sz w:val="18"/>
          <w:szCs w:val="18"/>
        </w:rPr>
      </w:pPr>
      <w:r w:rsidRPr="00F84DED">
        <w:rPr>
          <w:rFonts w:ascii="Verdana" w:hAnsi="Verdana"/>
          <w:b/>
          <w:sz w:val="18"/>
          <w:szCs w:val="18"/>
        </w:rPr>
        <w:t>Projectplanversie</w:t>
      </w:r>
      <w:r w:rsidRPr="00EC398B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……………………</w:t>
      </w:r>
      <w:r w:rsidRPr="00EC398B">
        <w:rPr>
          <w:rFonts w:ascii="Verdana" w:hAnsi="Verdana"/>
          <w:sz w:val="18"/>
          <w:szCs w:val="18"/>
        </w:rPr>
        <w:t xml:space="preserve"> [</w:t>
      </w:r>
      <w:proofErr w:type="spellStart"/>
      <w:r w:rsidRPr="00EC398B">
        <w:rPr>
          <w:rFonts w:ascii="Verdana" w:hAnsi="Verdana"/>
          <w:sz w:val="18"/>
          <w:szCs w:val="18"/>
        </w:rPr>
        <w:t>dd</w:t>
      </w:r>
      <w:proofErr w:type="spellEnd"/>
      <w:r w:rsidRPr="00EC398B">
        <w:rPr>
          <w:rFonts w:ascii="Verdana" w:hAnsi="Verdana"/>
          <w:sz w:val="18"/>
          <w:szCs w:val="18"/>
        </w:rPr>
        <w:t>-mm-</w:t>
      </w:r>
      <w:proofErr w:type="spellStart"/>
      <w:r w:rsidRPr="00EC398B">
        <w:rPr>
          <w:rFonts w:ascii="Verdana" w:hAnsi="Verdana"/>
          <w:sz w:val="18"/>
          <w:szCs w:val="18"/>
        </w:rPr>
        <w:t>jjjj</w:t>
      </w:r>
      <w:proofErr w:type="spellEnd"/>
      <w:r w:rsidRPr="00EC398B">
        <w:rPr>
          <w:rFonts w:ascii="Verdana" w:hAnsi="Verdana"/>
          <w:sz w:val="18"/>
          <w:szCs w:val="18"/>
        </w:rPr>
        <w:t>]</w:t>
      </w:r>
    </w:p>
    <w:p w14:paraId="0BBFFF01" w14:textId="77777777" w:rsidR="002A7EE6" w:rsidRDefault="002A7EE6" w:rsidP="00954294">
      <w:pPr>
        <w:rPr>
          <w:rFonts w:ascii="Verdana" w:hAnsi="Verdana"/>
          <w:b/>
          <w:sz w:val="18"/>
          <w:szCs w:val="18"/>
        </w:rPr>
      </w:pPr>
    </w:p>
    <w:p w14:paraId="53DDD317" w14:textId="600BABBA" w:rsidR="00AB68F8" w:rsidRPr="002A7EE6" w:rsidRDefault="00AB68F8" w:rsidP="00954294">
      <w:p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>
        <w:rPr>
          <w:rFonts w:ascii="Verdana" w:hAnsi="Verdana" w:cs="Arial"/>
          <w:b/>
          <w:color w:val="365F91" w:themeColor="accent1" w:themeShade="BF"/>
          <w:sz w:val="18"/>
          <w:szCs w:val="18"/>
        </w:rPr>
        <w:t>In het kort</w:t>
      </w:r>
      <w:r w:rsidR="002A7EE6">
        <w:rPr>
          <w:rFonts w:ascii="Verdana" w:hAnsi="Verdana" w:cs="Arial"/>
          <w:b/>
          <w:color w:val="365F91" w:themeColor="accent1" w:themeShade="BF"/>
          <w:sz w:val="18"/>
          <w:szCs w:val="18"/>
        </w:rPr>
        <w:t>…</w:t>
      </w:r>
      <w:r w:rsidR="002A7EE6" w:rsidRPr="002A7EE6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B159848" wp14:editId="6EEA55F6">
                <wp:simplePos x="0" y="0"/>
                <wp:positionH relativeFrom="margin">
                  <wp:align>right</wp:align>
                </wp:positionH>
                <wp:positionV relativeFrom="paragraph">
                  <wp:posOffset>185420</wp:posOffset>
                </wp:positionV>
                <wp:extent cx="5734050" cy="4019550"/>
                <wp:effectExtent l="0" t="0" r="19050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FE6B6" w14:textId="376E94CA" w:rsidR="00253368" w:rsidRPr="002A7EE6" w:rsidRDefault="00253368">
                            <w:pPr>
                              <w:rPr>
                                <w:i/>
                              </w:rPr>
                            </w:pPr>
                            <w:r w:rsidRPr="002A7EE6"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</w:rPr>
                              <w:t xml:space="preserve">Wij vragen u te </w:t>
                            </w:r>
                            <w:r w:rsidR="00D91BE9"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</w:rPr>
                              <w:t>beginnen</w:t>
                            </w:r>
                            <w:r w:rsidRPr="002A7EE6">
                              <w:rPr>
                                <w:rFonts w:ascii="Verdana" w:hAnsi="Verdana"/>
                                <w:i/>
                                <w:sz w:val="18"/>
                                <w:szCs w:val="18"/>
                              </w:rPr>
                              <w:t xml:space="preserve"> met een pitch van maximaal 500 worden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5984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400.3pt;margin-top:14.6pt;width:451.5pt;height:316.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">
                <v:textbox>
                  <w:txbxContent>
                    <w:p w14:paraId="15FFE6B6" w14:textId="376E94CA" w:rsidR="00253368" w:rsidRPr="002A7EE6" w:rsidRDefault="00253368">
                      <w:pPr>
                        <w:rPr>
                          <w:i/>
                        </w:rPr>
                      </w:pPr>
                      <w:r w:rsidRPr="002A7EE6">
                        <w:rPr>
                          <w:rFonts w:ascii="Verdana" w:hAnsi="Verdana"/>
                          <w:i/>
                          <w:sz w:val="18"/>
                          <w:szCs w:val="18"/>
                        </w:rPr>
                        <w:t xml:space="preserve">Wij vragen u te </w:t>
                      </w:r>
                      <w:r w:rsidR="00D91BE9">
                        <w:rPr>
                          <w:rFonts w:ascii="Verdana" w:hAnsi="Verdana"/>
                          <w:i/>
                          <w:sz w:val="18"/>
                          <w:szCs w:val="18"/>
                        </w:rPr>
                        <w:t>beginnen</w:t>
                      </w:r>
                      <w:r w:rsidRPr="002A7EE6">
                        <w:rPr>
                          <w:rFonts w:ascii="Verdana" w:hAnsi="Verdana"/>
                          <w:i/>
                          <w:sz w:val="18"/>
                          <w:szCs w:val="18"/>
                        </w:rPr>
                        <w:t xml:space="preserve"> met een pitch van maximaal 500 worden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0352DD7" w14:textId="28A4B05B" w:rsidR="005A7B7D" w:rsidRDefault="005A7B7D" w:rsidP="00954294">
      <w:pPr>
        <w:rPr>
          <w:rFonts w:ascii="Verdana" w:hAnsi="Verdana"/>
          <w:b/>
          <w:sz w:val="18"/>
          <w:szCs w:val="18"/>
        </w:rPr>
      </w:pPr>
    </w:p>
    <w:p w14:paraId="4038C345" w14:textId="77777777" w:rsidR="00AB4A2B" w:rsidRDefault="00AB4A2B" w:rsidP="00592B55">
      <w:p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</w:p>
    <w:p w14:paraId="5AD989FC" w14:textId="77777777" w:rsidR="00AB4A2B" w:rsidRDefault="00AB4A2B">
      <w:pPr>
        <w:spacing w:line="240" w:lineRule="auto"/>
        <w:jc w:val="left"/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>
        <w:rPr>
          <w:rFonts w:ascii="Verdana" w:hAnsi="Verdana" w:cs="Arial"/>
          <w:b/>
          <w:color w:val="365F91" w:themeColor="accent1" w:themeShade="BF"/>
          <w:sz w:val="18"/>
          <w:szCs w:val="18"/>
        </w:rPr>
        <w:br w:type="page"/>
      </w:r>
    </w:p>
    <w:p w14:paraId="43DF35BF" w14:textId="4EC68AD9" w:rsidR="002A7EE6" w:rsidRDefault="002A7EE6" w:rsidP="00592B55">
      <w:p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>
        <w:rPr>
          <w:rFonts w:ascii="Verdana" w:hAnsi="Verdana" w:cs="Arial"/>
          <w:b/>
          <w:color w:val="365F91" w:themeColor="accent1" w:themeShade="BF"/>
          <w:sz w:val="18"/>
          <w:szCs w:val="18"/>
        </w:rPr>
        <w:lastRenderedPageBreak/>
        <w:t>Meer uitgebreid…</w:t>
      </w:r>
    </w:p>
    <w:p w14:paraId="79DC8197" w14:textId="77777777" w:rsidR="002A7EE6" w:rsidRDefault="002A7EE6" w:rsidP="00592B55">
      <w:p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</w:p>
    <w:p w14:paraId="4EC03CEF" w14:textId="0E9060C0" w:rsidR="00592B55" w:rsidRPr="002A7EE6" w:rsidRDefault="002A7EE6" w:rsidP="002A7EE6">
      <w:pPr>
        <w:pStyle w:val="Lijstalinea"/>
        <w:numPr>
          <w:ilvl w:val="0"/>
          <w:numId w:val="38"/>
        </w:num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 w:rsidRPr="002A7EE6">
        <w:rPr>
          <w:rFonts w:ascii="Verdana" w:hAnsi="Verdana" w:cs="Arial"/>
          <w:b/>
          <w:color w:val="365F91" w:themeColor="accent1" w:themeShade="BF"/>
          <w:sz w:val="18"/>
          <w:szCs w:val="18"/>
        </w:rPr>
        <w:t>W</w:t>
      </w:r>
      <w:r w:rsidR="00592B55" w:rsidRPr="002A7EE6">
        <w:rPr>
          <w:rFonts w:ascii="Verdana" w:hAnsi="Verdana" w:cs="Arial"/>
          <w:b/>
          <w:color w:val="365F91" w:themeColor="accent1" w:themeShade="BF"/>
          <w:sz w:val="18"/>
          <w:szCs w:val="18"/>
        </w:rPr>
        <w:t>at gaat u doen?</w:t>
      </w:r>
    </w:p>
    <w:p w14:paraId="6C2EF30B" w14:textId="58087634" w:rsidR="00771EB4" w:rsidRDefault="00771EB4" w:rsidP="002A7EE6">
      <w:pPr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Beschrijf uw project</w:t>
      </w:r>
      <w:r w:rsidR="00D91BE9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  <w:r w:rsidR="00D91BE9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at gaat u doen?</w:t>
      </w:r>
      <w:r w:rsidR="006841C8">
        <w:rPr>
          <w:rFonts w:ascii="Verdana" w:hAnsi="Verdana"/>
          <w:sz w:val="18"/>
          <w:szCs w:val="18"/>
        </w:rPr>
        <w:t xml:space="preserve"> </w:t>
      </w:r>
    </w:p>
    <w:p w14:paraId="19A47AD1" w14:textId="4AAB7325" w:rsidR="0001517B" w:rsidRDefault="0001517B" w:rsidP="00592B55">
      <w:pPr>
        <w:rPr>
          <w:rFonts w:ascii="Verdana" w:hAnsi="Verdana"/>
          <w:sz w:val="18"/>
          <w:szCs w:val="18"/>
        </w:rPr>
      </w:pPr>
    </w:p>
    <w:p w14:paraId="1879B69E" w14:textId="4A4F8CD5" w:rsidR="0001517B" w:rsidRPr="002A7EE6" w:rsidRDefault="0001517B" w:rsidP="002A7EE6">
      <w:pPr>
        <w:pStyle w:val="Lijstalinea"/>
        <w:numPr>
          <w:ilvl w:val="0"/>
          <w:numId w:val="38"/>
        </w:num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 w:rsidRPr="002A7EE6">
        <w:rPr>
          <w:rFonts w:ascii="Verdana" w:hAnsi="Verdana" w:cs="Arial"/>
          <w:b/>
          <w:color w:val="365F91" w:themeColor="accent1" w:themeShade="BF"/>
          <w:sz w:val="18"/>
          <w:szCs w:val="18"/>
        </w:rPr>
        <w:t>Waarom wilt u dit project uitvoeren?</w:t>
      </w:r>
    </w:p>
    <w:p w14:paraId="61C8DF21" w14:textId="1EF6B39F" w:rsidR="00046BA3" w:rsidRDefault="006A7213" w:rsidP="002A7EE6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Schets de context van uw project. W</w:t>
      </w:r>
      <w:r w:rsidR="00257A05">
        <w:rPr>
          <w:rFonts w:ascii="Verdana" w:hAnsi="Verdana"/>
          <w:sz w:val="18"/>
          <w:szCs w:val="18"/>
        </w:rPr>
        <w:t xml:space="preserve">at </w:t>
      </w:r>
      <w:r w:rsidR="0001517B">
        <w:rPr>
          <w:rFonts w:ascii="Verdana" w:hAnsi="Verdana"/>
          <w:sz w:val="18"/>
          <w:szCs w:val="18"/>
        </w:rPr>
        <w:t xml:space="preserve">is de aanleiding </w:t>
      </w:r>
      <w:r>
        <w:rPr>
          <w:rFonts w:ascii="Verdana" w:hAnsi="Verdana"/>
          <w:sz w:val="18"/>
          <w:szCs w:val="18"/>
        </w:rPr>
        <w:t>van</w:t>
      </w:r>
      <w:r w:rsidR="0001517B">
        <w:rPr>
          <w:rFonts w:ascii="Verdana" w:hAnsi="Verdana"/>
          <w:sz w:val="18"/>
          <w:szCs w:val="18"/>
        </w:rPr>
        <w:t xml:space="preserve"> uw project</w:t>
      </w:r>
      <w:r>
        <w:rPr>
          <w:rFonts w:ascii="Verdana" w:hAnsi="Verdana"/>
          <w:sz w:val="18"/>
          <w:szCs w:val="18"/>
        </w:rPr>
        <w:t>?</w:t>
      </w:r>
      <w:r w:rsidR="00470CF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H</w:t>
      </w:r>
      <w:r w:rsidR="0001517B">
        <w:rPr>
          <w:rFonts w:ascii="Verdana" w:hAnsi="Verdana"/>
          <w:sz w:val="18"/>
          <w:szCs w:val="18"/>
        </w:rPr>
        <w:t xml:space="preserve">oe is het idee </w:t>
      </w:r>
      <w:r w:rsidR="00470CF9">
        <w:rPr>
          <w:rFonts w:ascii="Verdana" w:hAnsi="Verdana"/>
          <w:sz w:val="18"/>
          <w:szCs w:val="18"/>
        </w:rPr>
        <w:t>voor dit project</w:t>
      </w:r>
      <w:r>
        <w:rPr>
          <w:rFonts w:ascii="Verdana" w:hAnsi="Verdana"/>
          <w:sz w:val="18"/>
          <w:szCs w:val="18"/>
        </w:rPr>
        <w:t xml:space="preserve"> ontstaan</w:t>
      </w:r>
      <w:r w:rsidR="00470CF9">
        <w:rPr>
          <w:rFonts w:ascii="Verdana" w:hAnsi="Verdana"/>
          <w:sz w:val="18"/>
          <w:szCs w:val="18"/>
        </w:rPr>
        <w:t xml:space="preserve">? </w:t>
      </w:r>
      <w:r w:rsidR="0001517B">
        <w:rPr>
          <w:rFonts w:ascii="Verdana" w:hAnsi="Verdana"/>
          <w:sz w:val="18"/>
          <w:szCs w:val="18"/>
        </w:rPr>
        <w:t xml:space="preserve">Wat is uw doel en hoe sluit </w:t>
      </w:r>
      <w:r w:rsidR="00D91BE9">
        <w:rPr>
          <w:rFonts w:ascii="Verdana" w:hAnsi="Verdana"/>
          <w:sz w:val="18"/>
          <w:szCs w:val="18"/>
        </w:rPr>
        <w:t xml:space="preserve">dit </w:t>
      </w:r>
      <w:r w:rsidR="0001517B">
        <w:rPr>
          <w:rFonts w:ascii="Verdana" w:hAnsi="Verdana"/>
          <w:sz w:val="18"/>
          <w:szCs w:val="18"/>
        </w:rPr>
        <w:t xml:space="preserve">aan bij </w:t>
      </w:r>
      <w:r w:rsidR="00D91BE9">
        <w:rPr>
          <w:rFonts w:ascii="Verdana" w:hAnsi="Verdana"/>
          <w:sz w:val="18"/>
          <w:szCs w:val="18"/>
        </w:rPr>
        <w:t>de</w:t>
      </w:r>
      <w:r w:rsidR="0001517B">
        <w:rPr>
          <w:rFonts w:ascii="Verdana" w:hAnsi="Verdana"/>
          <w:sz w:val="18"/>
          <w:szCs w:val="18"/>
        </w:rPr>
        <w:t xml:space="preserve">, in de uitvraag </w:t>
      </w:r>
      <w:r w:rsidR="00A4426F">
        <w:rPr>
          <w:rFonts w:ascii="Verdana" w:hAnsi="Verdana"/>
          <w:sz w:val="18"/>
          <w:szCs w:val="18"/>
        </w:rPr>
        <w:t>geformuleerde, doelstelling?</w:t>
      </w:r>
      <w:r w:rsidR="00046BA3">
        <w:rPr>
          <w:rFonts w:ascii="Verdana" w:hAnsi="Verdana"/>
          <w:sz w:val="18"/>
          <w:szCs w:val="18"/>
        </w:rPr>
        <w:t xml:space="preserve"> </w:t>
      </w:r>
    </w:p>
    <w:p w14:paraId="504F695D" w14:textId="77777777" w:rsidR="00046BA3" w:rsidRDefault="00046BA3" w:rsidP="00592B55">
      <w:pPr>
        <w:rPr>
          <w:rFonts w:ascii="Verdana" w:hAnsi="Verdana"/>
          <w:sz w:val="18"/>
          <w:szCs w:val="18"/>
        </w:rPr>
      </w:pPr>
    </w:p>
    <w:p w14:paraId="255F2322" w14:textId="043E19C4" w:rsidR="00046BA3" w:rsidRPr="00046BA3" w:rsidRDefault="006A7213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  <w:r>
        <w:rPr>
          <w:rFonts w:ascii="Verdana" w:hAnsi="Verdana"/>
          <w:b/>
          <w:color w:val="365F91" w:themeColor="accent1" w:themeShade="BF"/>
          <w:sz w:val="18"/>
          <w:szCs w:val="18"/>
        </w:rPr>
        <w:t>-</w:t>
      </w:r>
      <w:r>
        <w:rPr>
          <w:rFonts w:ascii="Verdana" w:hAnsi="Verdana"/>
          <w:b/>
          <w:color w:val="365F91" w:themeColor="accent1" w:themeShade="BF"/>
          <w:sz w:val="18"/>
          <w:szCs w:val="18"/>
        </w:rPr>
        <w:tab/>
      </w:r>
      <w:r w:rsidR="00046BA3" w:rsidRPr="00046BA3">
        <w:rPr>
          <w:rFonts w:ascii="Verdana" w:hAnsi="Verdana"/>
          <w:b/>
          <w:color w:val="365F91" w:themeColor="accent1" w:themeShade="BF"/>
          <w:sz w:val="18"/>
          <w:szCs w:val="18"/>
        </w:rPr>
        <w:t>Hoe</w:t>
      </w:r>
      <w:r w:rsidR="00046BA3">
        <w:rPr>
          <w:rFonts w:ascii="Verdana" w:hAnsi="Verdana"/>
          <w:b/>
          <w:color w:val="365F91" w:themeColor="accent1" w:themeShade="BF"/>
          <w:sz w:val="18"/>
          <w:szCs w:val="18"/>
        </w:rPr>
        <w:t xml:space="preserve"> gaat u uw en ons doel behalen</w:t>
      </w:r>
      <w:r w:rsidR="00046BA3" w:rsidRPr="00046BA3">
        <w:rPr>
          <w:rFonts w:ascii="Verdana" w:hAnsi="Verdana"/>
          <w:b/>
          <w:color w:val="365F91" w:themeColor="accent1" w:themeShade="BF"/>
          <w:sz w:val="18"/>
          <w:szCs w:val="18"/>
        </w:rPr>
        <w:t>?</w:t>
      </w:r>
    </w:p>
    <w:p w14:paraId="39DAEFF0" w14:textId="13E0DFD9" w:rsidR="00257A05" w:rsidRDefault="00046BA3" w:rsidP="006A7213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Overtuig ons er</w:t>
      </w:r>
      <w:r w:rsidR="00470CF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van dat </w:t>
      </w:r>
      <w:r w:rsidR="00470CF9">
        <w:rPr>
          <w:rFonts w:ascii="Verdana" w:hAnsi="Verdana"/>
          <w:sz w:val="18"/>
          <w:szCs w:val="18"/>
        </w:rPr>
        <w:t>de aanpak binnen uw project bij uitstek bijdraagt aan een</w:t>
      </w:r>
      <w:r>
        <w:rPr>
          <w:rFonts w:ascii="Verdana" w:hAnsi="Verdana"/>
          <w:sz w:val="18"/>
          <w:szCs w:val="18"/>
        </w:rPr>
        <w:t xml:space="preserve"> oplossing van het gesignaleerde probleem</w:t>
      </w:r>
      <w:r w:rsidR="00470CF9">
        <w:rPr>
          <w:rFonts w:ascii="Verdana" w:hAnsi="Verdana"/>
          <w:sz w:val="18"/>
          <w:szCs w:val="18"/>
        </w:rPr>
        <w:t xml:space="preserve">. Waarom is </w:t>
      </w:r>
      <w:r w:rsidR="00033E23">
        <w:rPr>
          <w:rFonts w:ascii="Verdana" w:hAnsi="Verdana"/>
          <w:sz w:val="18"/>
          <w:szCs w:val="18"/>
        </w:rPr>
        <w:t xml:space="preserve">juist </w:t>
      </w:r>
      <w:r w:rsidR="00A4426F">
        <w:rPr>
          <w:rFonts w:ascii="Verdana" w:hAnsi="Verdana"/>
          <w:sz w:val="18"/>
          <w:szCs w:val="18"/>
        </w:rPr>
        <w:t>úw</w:t>
      </w:r>
      <w:r w:rsidR="00470CF9">
        <w:rPr>
          <w:rFonts w:ascii="Verdana" w:hAnsi="Verdana"/>
          <w:sz w:val="18"/>
          <w:szCs w:val="18"/>
        </w:rPr>
        <w:t xml:space="preserve"> project in staat </w:t>
      </w:r>
      <w:r>
        <w:rPr>
          <w:rFonts w:ascii="Verdana" w:hAnsi="Verdana"/>
          <w:sz w:val="18"/>
          <w:szCs w:val="18"/>
        </w:rPr>
        <w:t>een reeks van samenhangende innovaties voort te brengen die in onderlinge samenhang kunnen uitgroeien tot economisch</w:t>
      </w:r>
      <w:r w:rsidR="00470CF9">
        <w:rPr>
          <w:rFonts w:ascii="Verdana" w:hAnsi="Verdana"/>
          <w:sz w:val="18"/>
          <w:szCs w:val="18"/>
        </w:rPr>
        <w:t>e sterktes voor Noord-Nederland?</w:t>
      </w:r>
      <w:r w:rsidR="00033E23">
        <w:rPr>
          <w:rFonts w:ascii="Verdana" w:hAnsi="Verdana"/>
          <w:sz w:val="18"/>
          <w:szCs w:val="18"/>
        </w:rPr>
        <w:t xml:space="preserve"> </w:t>
      </w:r>
      <w:r w:rsidR="00B466AB">
        <w:rPr>
          <w:rFonts w:ascii="Verdana" w:hAnsi="Verdana"/>
          <w:sz w:val="18"/>
          <w:szCs w:val="18"/>
        </w:rPr>
        <w:t>Hoe weet u mkb</w:t>
      </w:r>
      <w:r w:rsidR="006A7213">
        <w:rPr>
          <w:rFonts w:ascii="Verdana" w:hAnsi="Verdana"/>
          <w:sz w:val="18"/>
          <w:szCs w:val="18"/>
        </w:rPr>
        <w:t>-</w:t>
      </w:r>
      <w:proofErr w:type="spellStart"/>
      <w:r w:rsidR="00B466AB">
        <w:rPr>
          <w:rFonts w:ascii="Verdana" w:hAnsi="Verdana"/>
          <w:sz w:val="18"/>
          <w:szCs w:val="18"/>
        </w:rPr>
        <w:t>ers</w:t>
      </w:r>
      <w:proofErr w:type="spellEnd"/>
      <w:r w:rsidR="00B466AB">
        <w:rPr>
          <w:rFonts w:ascii="Verdana" w:hAnsi="Verdana"/>
          <w:sz w:val="18"/>
          <w:szCs w:val="18"/>
        </w:rPr>
        <w:t xml:space="preserve"> en bij voorkeur ook eindgebruikers actief te betrekken bij vernieuwing en innovatie? </w:t>
      </w:r>
      <w:r w:rsidR="006A7213">
        <w:rPr>
          <w:rFonts w:ascii="Verdana" w:hAnsi="Verdana"/>
          <w:sz w:val="18"/>
          <w:szCs w:val="18"/>
        </w:rPr>
        <w:t xml:space="preserve">Hoe onderscheidt </w:t>
      </w:r>
      <w:r w:rsidR="00033E23">
        <w:rPr>
          <w:rFonts w:ascii="Verdana" w:hAnsi="Verdana"/>
          <w:sz w:val="18"/>
          <w:szCs w:val="18"/>
        </w:rPr>
        <w:t xml:space="preserve">uw project </w:t>
      </w:r>
      <w:r w:rsidR="006A7213">
        <w:rPr>
          <w:rFonts w:ascii="Verdana" w:hAnsi="Verdana"/>
          <w:sz w:val="18"/>
          <w:szCs w:val="18"/>
        </w:rPr>
        <w:t>zich</w:t>
      </w:r>
      <w:r w:rsidR="00033E23">
        <w:rPr>
          <w:rFonts w:ascii="Verdana" w:hAnsi="Verdana"/>
          <w:sz w:val="18"/>
          <w:szCs w:val="18"/>
        </w:rPr>
        <w:t xml:space="preserve"> ten opzichte van reeds bestaande initiatieven?</w:t>
      </w:r>
    </w:p>
    <w:p w14:paraId="4D9F02E2" w14:textId="6D0D5E93" w:rsidR="00046BA3" w:rsidRDefault="004B081D" w:rsidP="00592B5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34F2176D" w14:textId="43D6DE27" w:rsidR="004B081D" w:rsidRDefault="004B081D" w:rsidP="00EC480B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Onderbouw dit met een grondige (markt-, keten- en/of behoefte-)</w:t>
      </w:r>
      <w:r w:rsidR="00EC480B">
        <w:rPr>
          <w:rFonts w:ascii="Verdana" w:hAnsi="Verdana"/>
          <w:sz w:val="18"/>
          <w:szCs w:val="18"/>
        </w:rPr>
        <w:t xml:space="preserve">analyse en overtuig ons van de </w:t>
      </w:r>
      <w:proofErr w:type="spellStart"/>
      <w:r w:rsidR="00EC480B">
        <w:rPr>
          <w:rFonts w:ascii="Verdana" w:hAnsi="Verdana"/>
          <w:sz w:val="18"/>
          <w:szCs w:val="18"/>
        </w:rPr>
        <w:t>kansrijkheid</w:t>
      </w:r>
      <w:proofErr w:type="spellEnd"/>
      <w:r w:rsidR="00EC480B">
        <w:rPr>
          <w:rFonts w:ascii="Verdana" w:hAnsi="Verdana"/>
          <w:sz w:val="18"/>
          <w:szCs w:val="18"/>
        </w:rPr>
        <w:t xml:space="preserve"> van uw project.</w:t>
      </w:r>
    </w:p>
    <w:p w14:paraId="6D6482FC" w14:textId="48BC63A5" w:rsidR="004B081D" w:rsidRDefault="004B081D" w:rsidP="00592B55">
      <w:pPr>
        <w:rPr>
          <w:rFonts w:ascii="Verdana" w:hAnsi="Verdana"/>
          <w:sz w:val="18"/>
          <w:szCs w:val="18"/>
        </w:rPr>
      </w:pPr>
    </w:p>
    <w:p w14:paraId="7E4799C3" w14:textId="1AF7852A" w:rsidR="00AC2A62" w:rsidRPr="00AC2A62" w:rsidRDefault="00AC2A62" w:rsidP="00AC2A62">
      <w:pPr>
        <w:ind w:left="705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Nb. Onderbouw hierbij ook </w:t>
      </w:r>
      <w:r w:rsidR="00EF1FE8">
        <w:rPr>
          <w:rFonts w:ascii="Verdana" w:hAnsi="Verdana"/>
          <w:i/>
          <w:sz w:val="18"/>
          <w:szCs w:val="18"/>
        </w:rPr>
        <w:t xml:space="preserve">welke </w:t>
      </w:r>
      <w:r>
        <w:rPr>
          <w:rFonts w:ascii="Verdana" w:hAnsi="Verdana"/>
          <w:i/>
          <w:sz w:val="18"/>
          <w:szCs w:val="18"/>
        </w:rPr>
        <w:t xml:space="preserve">(economische) spin-off uw project genereert en welke voortgang uw project boekt ten aanzien van </w:t>
      </w:r>
      <w:r w:rsidR="00481365">
        <w:rPr>
          <w:rFonts w:ascii="Verdana" w:hAnsi="Verdana"/>
          <w:i/>
          <w:sz w:val="18"/>
          <w:szCs w:val="18"/>
        </w:rPr>
        <w:t>het</w:t>
      </w:r>
      <w:r>
        <w:rPr>
          <w:rFonts w:ascii="Verdana" w:hAnsi="Verdana"/>
          <w:i/>
          <w:sz w:val="18"/>
          <w:szCs w:val="18"/>
        </w:rPr>
        <w:t xml:space="preserve"> huidige </w:t>
      </w:r>
      <w:r w:rsidR="00EF1FE8">
        <w:rPr>
          <w:rFonts w:ascii="Verdana" w:hAnsi="Verdana"/>
          <w:i/>
          <w:sz w:val="18"/>
          <w:szCs w:val="18"/>
        </w:rPr>
        <w:t>niveau van ontwikkeling</w:t>
      </w:r>
      <w:r>
        <w:rPr>
          <w:rFonts w:ascii="Verdana" w:hAnsi="Verdana"/>
          <w:i/>
          <w:sz w:val="18"/>
          <w:szCs w:val="18"/>
        </w:rPr>
        <w:t xml:space="preserve"> </w:t>
      </w:r>
      <w:r w:rsidR="00EF1FE8">
        <w:rPr>
          <w:rFonts w:ascii="Verdana" w:hAnsi="Verdana"/>
          <w:i/>
          <w:sz w:val="18"/>
          <w:szCs w:val="18"/>
        </w:rPr>
        <w:t>binnen</w:t>
      </w:r>
      <w:r>
        <w:rPr>
          <w:rFonts w:ascii="Verdana" w:hAnsi="Verdana"/>
          <w:i/>
          <w:sz w:val="18"/>
          <w:szCs w:val="18"/>
        </w:rPr>
        <w:t xml:space="preserve"> het </w:t>
      </w:r>
      <w:r w:rsidR="00EF1FE8">
        <w:rPr>
          <w:rFonts w:ascii="Verdana" w:hAnsi="Verdana"/>
          <w:i/>
          <w:sz w:val="18"/>
          <w:szCs w:val="18"/>
        </w:rPr>
        <w:t xml:space="preserve">betreffende </w:t>
      </w:r>
      <w:r>
        <w:rPr>
          <w:rFonts w:ascii="Verdana" w:hAnsi="Verdana"/>
          <w:i/>
          <w:sz w:val="18"/>
          <w:szCs w:val="18"/>
        </w:rPr>
        <w:t>werk</w:t>
      </w:r>
      <w:r w:rsidR="00EF1FE8">
        <w:rPr>
          <w:rFonts w:ascii="Verdana" w:hAnsi="Verdana"/>
          <w:i/>
          <w:sz w:val="18"/>
          <w:szCs w:val="18"/>
        </w:rPr>
        <w:t xml:space="preserve">- en/of </w:t>
      </w:r>
      <w:r>
        <w:rPr>
          <w:rFonts w:ascii="Verdana" w:hAnsi="Verdana"/>
          <w:i/>
          <w:sz w:val="18"/>
          <w:szCs w:val="18"/>
        </w:rPr>
        <w:t>onderzoeksveld</w:t>
      </w:r>
      <w:r w:rsidR="00EF1FE8">
        <w:rPr>
          <w:rFonts w:ascii="Verdana" w:hAnsi="Verdana"/>
          <w:i/>
          <w:sz w:val="18"/>
          <w:szCs w:val="18"/>
        </w:rPr>
        <w:t>.</w:t>
      </w:r>
    </w:p>
    <w:p w14:paraId="797997AB" w14:textId="77777777" w:rsidR="00AC2A62" w:rsidRDefault="00AC2A62" w:rsidP="00592B55">
      <w:pPr>
        <w:rPr>
          <w:rFonts w:ascii="Verdana" w:hAnsi="Verdana"/>
          <w:sz w:val="18"/>
          <w:szCs w:val="18"/>
        </w:rPr>
      </w:pPr>
    </w:p>
    <w:p w14:paraId="420CCDFF" w14:textId="323C0F34" w:rsidR="00EC480B" w:rsidRPr="006A7213" w:rsidRDefault="00D91BE9" w:rsidP="00EC480B">
      <w:pPr>
        <w:pStyle w:val="Lijstalinea"/>
        <w:numPr>
          <w:ilvl w:val="0"/>
          <w:numId w:val="38"/>
        </w:numPr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b/>
          <w:color w:val="365F91" w:themeColor="accent1" w:themeShade="BF"/>
          <w:sz w:val="18"/>
          <w:szCs w:val="18"/>
        </w:rPr>
        <w:t>Wat is uw m</w:t>
      </w:r>
      <w:r w:rsidR="00EC480B" w:rsidRPr="006A7213">
        <w:rPr>
          <w:rFonts w:ascii="Verdana" w:hAnsi="Verdana"/>
          <w:b/>
          <w:color w:val="365F91" w:themeColor="accent1" w:themeShade="BF"/>
          <w:sz w:val="18"/>
          <w:szCs w:val="18"/>
        </w:rPr>
        <w:t xml:space="preserve">aatschappelijke </w:t>
      </w:r>
      <w:r>
        <w:rPr>
          <w:rFonts w:ascii="Verdana" w:hAnsi="Verdana"/>
          <w:b/>
          <w:color w:val="365F91" w:themeColor="accent1" w:themeShade="BF"/>
          <w:sz w:val="18"/>
          <w:szCs w:val="18"/>
        </w:rPr>
        <w:t>bijdrage?</w:t>
      </w:r>
    </w:p>
    <w:p w14:paraId="00478941" w14:textId="1739B8EE" w:rsidR="00EC480B" w:rsidRDefault="00EC480B" w:rsidP="00EC480B">
      <w:pPr>
        <w:ind w:left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Wat is de maatschappelijke betekenis van uw project? Op welke wijze levert uw project een bijdrage aan oplossingen voor de maatschappelijk opgaven zoals beschreven in de </w:t>
      </w:r>
      <w:r w:rsidR="00D91BE9">
        <w:rPr>
          <w:rFonts w:ascii="Verdana" w:hAnsi="Verdana" w:cs="Arial"/>
          <w:sz w:val="18"/>
          <w:szCs w:val="18"/>
        </w:rPr>
        <w:t>Regionale Innovatiestrategie</w:t>
      </w:r>
      <w:r>
        <w:rPr>
          <w:rFonts w:ascii="Verdana" w:hAnsi="Verdana" w:cs="Arial"/>
          <w:sz w:val="18"/>
          <w:szCs w:val="18"/>
        </w:rPr>
        <w:t xml:space="preserve"> (RIS3) </w:t>
      </w:r>
      <w:r w:rsidR="00D91BE9">
        <w:rPr>
          <w:rFonts w:ascii="Verdana" w:hAnsi="Verdana" w:cs="Arial"/>
          <w:sz w:val="18"/>
          <w:szCs w:val="18"/>
        </w:rPr>
        <w:t xml:space="preserve">voor </w:t>
      </w:r>
      <w:r>
        <w:rPr>
          <w:rFonts w:ascii="Verdana" w:hAnsi="Verdana" w:cs="Arial"/>
          <w:sz w:val="18"/>
          <w:szCs w:val="18"/>
        </w:rPr>
        <w:t xml:space="preserve">Noord-Nederland? </w:t>
      </w:r>
    </w:p>
    <w:p w14:paraId="53693F61" w14:textId="77777777" w:rsidR="00EC480B" w:rsidRDefault="00EC480B" w:rsidP="00EC480B">
      <w:pPr>
        <w:ind w:left="708"/>
        <w:rPr>
          <w:rFonts w:ascii="Verdana" w:hAnsi="Verdana" w:cs="Arial"/>
          <w:sz w:val="18"/>
          <w:szCs w:val="18"/>
        </w:rPr>
      </w:pPr>
    </w:p>
    <w:p w14:paraId="07B151FF" w14:textId="50E57A34" w:rsidR="00EC480B" w:rsidRDefault="00EC480B" w:rsidP="00EC480B">
      <w:pPr>
        <w:ind w:left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Waaruit blijkt dat uw project maatschappelijke verantwoord ondernemen hoog in het vaandel heeft</w:t>
      </w:r>
      <w:r w:rsidR="00253368">
        <w:rPr>
          <w:rFonts w:ascii="Verdana" w:hAnsi="Verdana" w:cs="Arial"/>
          <w:sz w:val="18"/>
          <w:szCs w:val="18"/>
        </w:rPr>
        <w:t xml:space="preserve"> staan</w:t>
      </w:r>
      <w:r>
        <w:rPr>
          <w:rFonts w:ascii="Verdana" w:hAnsi="Verdana" w:cs="Arial"/>
          <w:sz w:val="18"/>
          <w:szCs w:val="18"/>
        </w:rPr>
        <w:t>?</w:t>
      </w:r>
      <w:bookmarkStart w:id="0" w:name="_GoBack"/>
      <w:bookmarkEnd w:id="0"/>
    </w:p>
    <w:p w14:paraId="3A0C4074" w14:textId="78F624F0" w:rsidR="00EC480B" w:rsidRDefault="00EC480B" w:rsidP="00592B55">
      <w:pPr>
        <w:rPr>
          <w:rFonts w:ascii="Verdana" w:hAnsi="Verdana"/>
          <w:sz w:val="18"/>
          <w:szCs w:val="18"/>
        </w:rPr>
      </w:pPr>
    </w:p>
    <w:p w14:paraId="62B886B4" w14:textId="41624E8B" w:rsidR="00046BA3" w:rsidRDefault="006A7213" w:rsidP="00592B55">
      <w:pPr>
        <w:rPr>
          <w:rFonts w:ascii="Verdana" w:hAnsi="Verdana" w:cs="Arial"/>
          <w:b/>
          <w:color w:val="365F91" w:themeColor="accent1" w:themeShade="BF"/>
          <w:sz w:val="18"/>
          <w:szCs w:val="18"/>
        </w:rPr>
      </w:pPr>
      <w:r>
        <w:rPr>
          <w:rFonts w:ascii="Verdana" w:hAnsi="Verdana" w:cs="Arial"/>
          <w:b/>
          <w:color w:val="365F91" w:themeColor="accent1" w:themeShade="BF"/>
          <w:sz w:val="18"/>
          <w:szCs w:val="18"/>
        </w:rPr>
        <w:t>-</w:t>
      </w:r>
      <w:r>
        <w:rPr>
          <w:rFonts w:ascii="Verdana" w:hAnsi="Verdana" w:cs="Arial"/>
          <w:b/>
          <w:color w:val="365F91" w:themeColor="accent1" w:themeShade="BF"/>
          <w:sz w:val="18"/>
          <w:szCs w:val="18"/>
        </w:rPr>
        <w:tab/>
      </w:r>
      <w:r w:rsidR="00155005">
        <w:rPr>
          <w:rFonts w:ascii="Verdana" w:hAnsi="Verdana" w:cs="Arial"/>
          <w:b/>
          <w:color w:val="365F91" w:themeColor="accent1" w:themeShade="BF"/>
          <w:sz w:val="18"/>
          <w:szCs w:val="18"/>
        </w:rPr>
        <w:t>Wie gaan het project uitvoeren?</w:t>
      </w:r>
    </w:p>
    <w:p w14:paraId="2211E5BE" w14:textId="16C767D7" w:rsidR="00093D17" w:rsidRDefault="00093D17" w:rsidP="006A7213">
      <w:pPr>
        <w:ind w:left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Beschrijf het consortium waarmee u het project gaat uitvoeren. </w:t>
      </w:r>
      <w:r w:rsidR="0063176B">
        <w:rPr>
          <w:rFonts w:ascii="Verdana" w:hAnsi="Verdana" w:cs="Arial"/>
          <w:sz w:val="18"/>
          <w:szCs w:val="18"/>
        </w:rPr>
        <w:t xml:space="preserve">Ga in op de projectorganisatie en taakverdeling. </w:t>
      </w:r>
      <w:r>
        <w:rPr>
          <w:rFonts w:ascii="Verdana" w:hAnsi="Verdana" w:cs="Arial"/>
          <w:sz w:val="18"/>
          <w:szCs w:val="18"/>
        </w:rPr>
        <w:t xml:space="preserve">Motiveer waarom uw consortium bij uitstek geschikt en in staat is om het </w:t>
      </w:r>
      <w:r w:rsidR="00D91BE9">
        <w:rPr>
          <w:rFonts w:ascii="Verdana" w:hAnsi="Verdana" w:cs="Arial"/>
          <w:sz w:val="18"/>
          <w:szCs w:val="18"/>
        </w:rPr>
        <w:t>project tot een succes te maken (</w:t>
      </w:r>
      <w:r>
        <w:rPr>
          <w:rFonts w:ascii="Verdana" w:hAnsi="Verdana" w:cs="Arial"/>
          <w:sz w:val="18"/>
          <w:szCs w:val="18"/>
        </w:rPr>
        <w:t>met het benodigde budget binnen de gestelde tijd).</w:t>
      </w:r>
      <w:r w:rsidR="00121EEE">
        <w:rPr>
          <w:rFonts w:ascii="Verdana" w:hAnsi="Verdana" w:cs="Arial"/>
          <w:sz w:val="18"/>
          <w:szCs w:val="18"/>
        </w:rPr>
        <w:t xml:space="preserve"> </w:t>
      </w:r>
      <w:r w:rsidR="006A7213">
        <w:rPr>
          <w:rFonts w:ascii="Verdana" w:hAnsi="Verdana" w:cs="Arial"/>
          <w:sz w:val="18"/>
          <w:szCs w:val="18"/>
        </w:rPr>
        <w:t xml:space="preserve">Beschrijf de </w:t>
      </w:r>
      <w:r w:rsidR="00121EEE">
        <w:rPr>
          <w:rFonts w:ascii="Verdana" w:hAnsi="Verdana" w:cs="Arial"/>
          <w:sz w:val="18"/>
          <w:szCs w:val="18"/>
        </w:rPr>
        <w:t>risico</w:t>
      </w:r>
      <w:r w:rsidR="006A7213">
        <w:rPr>
          <w:rFonts w:ascii="Verdana" w:hAnsi="Verdana" w:cs="Arial"/>
          <w:sz w:val="18"/>
          <w:szCs w:val="18"/>
        </w:rPr>
        <w:t>’</w:t>
      </w:r>
      <w:r w:rsidR="00121EEE">
        <w:rPr>
          <w:rFonts w:ascii="Verdana" w:hAnsi="Verdana" w:cs="Arial"/>
          <w:sz w:val="18"/>
          <w:szCs w:val="18"/>
        </w:rPr>
        <w:t xml:space="preserve">s </w:t>
      </w:r>
      <w:r w:rsidR="006A7213">
        <w:rPr>
          <w:rFonts w:ascii="Verdana" w:hAnsi="Verdana" w:cs="Arial"/>
          <w:sz w:val="18"/>
          <w:szCs w:val="18"/>
        </w:rPr>
        <w:t>die het succes van uw</w:t>
      </w:r>
      <w:r w:rsidR="000C5D8A">
        <w:rPr>
          <w:rFonts w:ascii="Verdana" w:hAnsi="Verdana" w:cs="Arial"/>
          <w:sz w:val="18"/>
          <w:szCs w:val="18"/>
        </w:rPr>
        <w:t xml:space="preserve"> project </w:t>
      </w:r>
      <w:r w:rsidR="006A7213">
        <w:rPr>
          <w:rFonts w:ascii="Verdana" w:hAnsi="Verdana" w:cs="Arial"/>
          <w:sz w:val="18"/>
          <w:szCs w:val="18"/>
        </w:rPr>
        <w:t>in de weg kunnen staan en beschrijf de</w:t>
      </w:r>
      <w:r w:rsidR="000C5D8A">
        <w:rPr>
          <w:rFonts w:ascii="Verdana" w:hAnsi="Verdana" w:cs="Arial"/>
          <w:sz w:val="18"/>
          <w:szCs w:val="18"/>
        </w:rPr>
        <w:t xml:space="preserve"> maatregelen </w:t>
      </w:r>
      <w:r w:rsidR="006A7213">
        <w:rPr>
          <w:rFonts w:ascii="Verdana" w:hAnsi="Verdana" w:cs="Arial"/>
          <w:sz w:val="18"/>
          <w:szCs w:val="18"/>
        </w:rPr>
        <w:t xml:space="preserve">die </w:t>
      </w:r>
      <w:r w:rsidR="000C5D8A">
        <w:rPr>
          <w:rFonts w:ascii="Verdana" w:hAnsi="Verdana" w:cs="Arial"/>
          <w:sz w:val="18"/>
          <w:szCs w:val="18"/>
        </w:rPr>
        <w:t>u neemt om d</w:t>
      </w:r>
      <w:r w:rsidR="00121EEE">
        <w:rPr>
          <w:rFonts w:ascii="Verdana" w:hAnsi="Verdana" w:cs="Arial"/>
          <w:sz w:val="18"/>
          <w:szCs w:val="18"/>
        </w:rPr>
        <w:t>eze te beheersen.</w:t>
      </w:r>
    </w:p>
    <w:p w14:paraId="4D433A60" w14:textId="3C76DE66" w:rsidR="00093D17" w:rsidRDefault="00093D17" w:rsidP="00592B55">
      <w:pPr>
        <w:rPr>
          <w:rFonts w:ascii="Verdana" w:hAnsi="Verdana" w:cs="Arial"/>
          <w:sz w:val="18"/>
          <w:szCs w:val="18"/>
        </w:rPr>
      </w:pPr>
    </w:p>
    <w:p w14:paraId="373EB27E" w14:textId="565FDE6C" w:rsidR="00AA32D1" w:rsidRPr="00AA32D1" w:rsidRDefault="00AA32D1" w:rsidP="00D953A0">
      <w:pPr>
        <w:ind w:left="705"/>
        <w:rPr>
          <w:rFonts w:ascii="Verdana" w:hAnsi="Verdana" w:cs="Arial"/>
          <w:i/>
          <w:sz w:val="18"/>
          <w:szCs w:val="18"/>
        </w:rPr>
      </w:pPr>
      <w:r w:rsidRPr="00AA32D1">
        <w:rPr>
          <w:rFonts w:ascii="Verdana" w:hAnsi="Verdana" w:cs="Arial"/>
          <w:i/>
          <w:sz w:val="18"/>
          <w:szCs w:val="18"/>
        </w:rPr>
        <w:t>Nb.</w:t>
      </w:r>
      <w:r w:rsidR="00D953A0">
        <w:rPr>
          <w:rFonts w:ascii="Verdana" w:hAnsi="Verdana" w:cs="Arial"/>
          <w:i/>
          <w:sz w:val="18"/>
          <w:szCs w:val="18"/>
        </w:rPr>
        <w:t xml:space="preserve"> Motiveer ook waarom met welke kennisspelers binnen het project wordt samengewerkt en hoe links worden gelegd met de bredere kennisarena (nationaal en internationaal).</w:t>
      </w:r>
    </w:p>
    <w:p w14:paraId="1BC6CBEB" w14:textId="77777777" w:rsidR="00AA32D1" w:rsidRDefault="00AA32D1" w:rsidP="00592B55">
      <w:pPr>
        <w:rPr>
          <w:rFonts w:ascii="Verdana" w:hAnsi="Verdana" w:cs="Arial"/>
          <w:sz w:val="18"/>
          <w:szCs w:val="18"/>
        </w:rPr>
      </w:pPr>
    </w:p>
    <w:p w14:paraId="3C994812" w14:textId="77777777" w:rsidR="00365B13" w:rsidRDefault="0063176B" w:rsidP="00592B55">
      <w:pPr>
        <w:pStyle w:val="Lijstalinea"/>
        <w:numPr>
          <w:ilvl w:val="0"/>
          <w:numId w:val="38"/>
        </w:numPr>
        <w:rPr>
          <w:rFonts w:ascii="Verdana" w:hAnsi="Verdana"/>
          <w:b/>
          <w:color w:val="365F91" w:themeColor="accent1" w:themeShade="BF"/>
          <w:sz w:val="18"/>
          <w:szCs w:val="18"/>
        </w:rPr>
      </w:pPr>
      <w:r w:rsidRPr="00365B13">
        <w:rPr>
          <w:rFonts w:ascii="Verdana" w:hAnsi="Verdana"/>
          <w:b/>
          <w:color w:val="365F91" w:themeColor="accent1" w:themeShade="BF"/>
          <w:sz w:val="18"/>
          <w:szCs w:val="18"/>
        </w:rPr>
        <w:t>Wanneer wordt het project uitgevoerd?</w:t>
      </w:r>
    </w:p>
    <w:p w14:paraId="2D681E93" w14:textId="161C40F3" w:rsidR="00C26990" w:rsidRDefault="00253368" w:rsidP="00C26990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Geef </w:t>
      </w:r>
      <w:r w:rsidR="0063176B" w:rsidRPr="00365B13">
        <w:rPr>
          <w:rFonts w:ascii="Verdana" w:hAnsi="Verdana" w:cs="Arial"/>
          <w:sz w:val="18"/>
          <w:szCs w:val="18"/>
        </w:rPr>
        <w:t xml:space="preserve">de planning van uw project. </w:t>
      </w:r>
      <w:r w:rsidR="00C26990">
        <w:rPr>
          <w:rFonts w:ascii="Verdana" w:hAnsi="Verdana"/>
          <w:sz w:val="18"/>
          <w:szCs w:val="18"/>
        </w:rPr>
        <w:t xml:space="preserve">Bundel de activiteiten in </w:t>
      </w:r>
      <w:r w:rsidR="0053760E">
        <w:rPr>
          <w:rFonts w:ascii="Verdana" w:hAnsi="Verdana"/>
          <w:sz w:val="18"/>
          <w:szCs w:val="18"/>
        </w:rPr>
        <w:t>deelprojecten</w:t>
      </w:r>
      <w:r w:rsidR="00C26990">
        <w:rPr>
          <w:rFonts w:ascii="Verdana" w:hAnsi="Verdana"/>
          <w:sz w:val="18"/>
          <w:szCs w:val="18"/>
        </w:rPr>
        <w:t xml:space="preserve"> en geef per </w:t>
      </w:r>
      <w:r w:rsidR="0053760E">
        <w:rPr>
          <w:rFonts w:ascii="Verdana" w:hAnsi="Verdana"/>
          <w:sz w:val="18"/>
          <w:szCs w:val="18"/>
        </w:rPr>
        <w:t>deelproject</w:t>
      </w:r>
      <w:r w:rsidR="00D91BE9">
        <w:rPr>
          <w:rFonts w:ascii="Verdana" w:hAnsi="Verdana"/>
          <w:sz w:val="18"/>
          <w:szCs w:val="18"/>
        </w:rPr>
        <w:t xml:space="preserve"> aan wat u hierbinnen gaat</w:t>
      </w:r>
      <w:r w:rsidR="00C26990">
        <w:rPr>
          <w:rFonts w:ascii="Verdana" w:hAnsi="Verdana"/>
          <w:sz w:val="18"/>
          <w:szCs w:val="18"/>
        </w:rPr>
        <w:t xml:space="preserve"> doen.</w:t>
      </w:r>
      <w:r w:rsidR="00C26990" w:rsidRPr="00C26990">
        <w:rPr>
          <w:rFonts w:ascii="Verdana" w:hAnsi="Verdana" w:cs="Arial"/>
          <w:sz w:val="18"/>
          <w:szCs w:val="18"/>
        </w:rPr>
        <w:t xml:space="preserve"> </w:t>
      </w:r>
      <w:r w:rsidR="00C26990" w:rsidRPr="00365B13">
        <w:rPr>
          <w:rFonts w:ascii="Verdana" w:hAnsi="Verdana" w:cs="Arial"/>
          <w:sz w:val="18"/>
          <w:szCs w:val="18"/>
        </w:rPr>
        <w:t>Welke activiteiten</w:t>
      </w:r>
      <w:r w:rsidR="00C26990">
        <w:rPr>
          <w:rFonts w:ascii="Verdana" w:hAnsi="Verdana" w:cs="Arial"/>
          <w:sz w:val="18"/>
          <w:szCs w:val="18"/>
        </w:rPr>
        <w:t>/</w:t>
      </w:r>
      <w:r w:rsidR="0053760E">
        <w:rPr>
          <w:rFonts w:ascii="Verdana" w:hAnsi="Verdana" w:cs="Arial"/>
          <w:sz w:val="18"/>
          <w:szCs w:val="18"/>
        </w:rPr>
        <w:t>deelprojecten</w:t>
      </w:r>
      <w:r w:rsidR="00D91BE9">
        <w:rPr>
          <w:rFonts w:ascii="Verdana" w:hAnsi="Verdana" w:cs="Arial"/>
          <w:sz w:val="18"/>
          <w:szCs w:val="18"/>
        </w:rPr>
        <w:t xml:space="preserve"> worden wanneer uitgevoerd? Motiveer </w:t>
      </w:r>
      <w:r w:rsidR="00C26990" w:rsidRPr="00365B13">
        <w:rPr>
          <w:rFonts w:ascii="Verdana" w:hAnsi="Verdana" w:cs="Arial"/>
          <w:sz w:val="18"/>
          <w:szCs w:val="18"/>
        </w:rPr>
        <w:t xml:space="preserve">waarom </w:t>
      </w:r>
      <w:r w:rsidR="00D91BE9">
        <w:rPr>
          <w:rFonts w:ascii="Verdana" w:hAnsi="Verdana" w:cs="Arial"/>
          <w:sz w:val="18"/>
          <w:szCs w:val="18"/>
        </w:rPr>
        <w:t xml:space="preserve">het </w:t>
      </w:r>
      <w:r w:rsidR="00C26990" w:rsidRPr="00365B13">
        <w:rPr>
          <w:rFonts w:ascii="Verdana" w:hAnsi="Verdana" w:cs="Arial"/>
          <w:sz w:val="18"/>
          <w:szCs w:val="18"/>
        </w:rPr>
        <w:t xml:space="preserve">gaat lukken om het gehele project binnen de </w:t>
      </w:r>
      <w:r w:rsidR="00D91BE9">
        <w:rPr>
          <w:rFonts w:ascii="Verdana" w:hAnsi="Verdana" w:cs="Arial"/>
          <w:sz w:val="18"/>
          <w:szCs w:val="18"/>
        </w:rPr>
        <w:t>geplande looptijd uit te voeren.</w:t>
      </w:r>
    </w:p>
    <w:p w14:paraId="0976BA13" w14:textId="77777777" w:rsidR="0073416B" w:rsidRDefault="0073416B" w:rsidP="00365B13">
      <w:pPr>
        <w:pStyle w:val="Lijstalinea"/>
        <w:rPr>
          <w:rFonts w:ascii="Verdana" w:hAnsi="Verdana" w:cs="Arial"/>
          <w:sz w:val="18"/>
          <w:szCs w:val="18"/>
        </w:rPr>
      </w:pPr>
    </w:p>
    <w:p w14:paraId="589582A1" w14:textId="7BDD1085" w:rsidR="0063176B" w:rsidRPr="00365B13" w:rsidRDefault="0073416B" w:rsidP="00365B13">
      <w:pPr>
        <w:pStyle w:val="Lijstalinea"/>
        <w:rPr>
          <w:rFonts w:ascii="Verdana" w:hAnsi="Verdana"/>
          <w:b/>
          <w:color w:val="365F91" w:themeColor="accent1" w:themeShade="BF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Deel ook</w:t>
      </w:r>
      <w:r w:rsidR="00643BE7" w:rsidRPr="00365B13">
        <w:rPr>
          <w:rFonts w:ascii="Verdana" w:hAnsi="Verdana" w:cs="Arial"/>
          <w:sz w:val="18"/>
          <w:szCs w:val="18"/>
        </w:rPr>
        <w:t xml:space="preserve"> uw visie op de fase na de subsidieperiode.</w:t>
      </w:r>
      <w:r w:rsidR="00365B13" w:rsidRPr="00365B13">
        <w:rPr>
          <w:rFonts w:ascii="Verdana" w:hAnsi="Verdana" w:cs="Arial"/>
          <w:sz w:val="18"/>
          <w:szCs w:val="18"/>
        </w:rPr>
        <w:t xml:space="preserve"> Welke structurele veranderingen brengt </w:t>
      </w:r>
      <w:r w:rsidR="00D91BE9">
        <w:rPr>
          <w:rFonts w:ascii="Verdana" w:hAnsi="Verdana" w:cs="Arial"/>
          <w:sz w:val="18"/>
          <w:szCs w:val="18"/>
        </w:rPr>
        <w:t>uw</w:t>
      </w:r>
      <w:r w:rsidR="00365B13" w:rsidRPr="00365B13">
        <w:rPr>
          <w:rFonts w:ascii="Verdana" w:hAnsi="Verdana" w:cs="Arial"/>
          <w:sz w:val="18"/>
          <w:szCs w:val="18"/>
        </w:rPr>
        <w:t xml:space="preserve"> project te weeg?</w:t>
      </w:r>
    </w:p>
    <w:p w14:paraId="6565A594" w14:textId="53269B68" w:rsidR="007C6EE5" w:rsidRDefault="007C6EE5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0B24BC87" w14:textId="1B612F0F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7A5705C6" w14:textId="77856706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53CE592C" w14:textId="2E3FE0E6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63A3B151" w14:textId="19D6617F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5066FC49" w14:textId="19E94A5F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25D6EDCA" w14:textId="416D189A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1155AAF5" w14:textId="77777777" w:rsidR="00AD1C5D" w:rsidRDefault="00AD1C5D" w:rsidP="00592B55">
      <w:pPr>
        <w:rPr>
          <w:rFonts w:ascii="Verdana" w:hAnsi="Verdana"/>
          <w:b/>
          <w:color w:val="365F91" w:themeColor="accent1" w:themeShade="BF"/>
          <w:sz w:val="18"/>
          <w:szCs w:val="18"/>
        </w:rPr>
      </w:pPr>
    </w:p>
    <w:p w14:paraId="7485842A" w14:textId="14B9CCF7" w:rsidR="00EB71F5" w:rsidRPr="007C6EE5" w:rsidRDefault="00EB71F5" w:rsidP="007C6EE5">
      <w:pPr>
        <w:pStyle w:val="Lijstalinea"/>
        <w:numPr>
          <w:ilvl w:val="0"/>
          <w:numId w:val="38"/>
        </w:numPr>
        <w:rPr>
          <w:rFonts w:ascii="Verdana" w:hAnsi="Verdana"/>
          <w:b/>
          <w:color w:val="365F91" w:themeColor="accent1" w:themeShade="BF"/>
          <w:sz w:val="18"/>
          <w:szCs w:val="18"/>
        </w:rPr>
      </w:pPr>
      <w:r w:rsidRPr="007C6EE5">
        <w:rPr>
          <w:rFonts w:ascii="Verdana" w:hAnsi="Verdana"/>
          <w:b/>
          <w:color w:val="365F91" w:themeColor="accent1" w:themeShade="BF"/>
          <w:sz w:val="18"/>
          <w:szCs w:val="18"/>
        </w:rPr>
        <w:lastRenderedPageBreak/>
        <w:t>Wat kost het project en wie financiert het?</w:t>
      </w:r>
    </w:p>
    <w:p w14:paraId="552DB262" w14:textId="3501856D" w:rsidR="0073416B" w:rsidRDefault="0073416B" w:rsidP="0073416B">
      <w:pPr>
        <w:ind w:left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Geef een toelichting op de financiering en de kosten van het project op basis van de geconsolideerde begroting volgens onderstaand</w:t>
      </w:r>
      <w:r w:rsidR="007001B3">
        <w:rPr>
          <w:rFonts w:ascii="Verdana" w:hAnsi="Verdana" w:cs="Arial"/>
          <w:sz w:val="18"/>
          <w:szCs w:val="18"/>
        </w:rPr>
        <w:t>e</w:t>
      </w:r>
      <w:r>
        <w:rPr>
          <w:rFonts w:ascii="Verdana" w:hAnsi="Verdana" w:cs="Arial"/>
          <w:sz w:val="18"/>
          <w:szCs w:val="18"/>
        </w:rPr>
        <w:t xml:space="preserve"> format</w:t>
      </w:r>
      <w:r w:rsidR="007001B3">
        <w:rPr>
          <w:rFonts w:ascii="Verdana" w:hAnsi="Verdana" w:cs="Arial"/>
          <w:sz w:val="18"/>
          <w:szCs w:val="18"/>
        </w:rPr>
        <w:t>s</w:t>
      </w:r>
      <w:r>
        <w:rPr>
          <w:rFonts w:ascii="Verdana" w:hAnsi="Verdana" w:cs="Arial"/>
          <w:sz w:val="18"/>
          <w:szCs w:val="18"/>
        </w:rPr>
        <w:t>.</w:t>
      </w:r>
    </w:p>
    <w:p w14:paraId="09000180" w14:textId="77777777" w:rsidR="00A904F4" w:rsidRDefault="00A904F4" w:rsidP="0073416B">
      <w:pPr>
        <w:ind w:left="708"/>
        <w:rPr>
          <w:rFonts w:ascii="Verdana" w:hAnsi="Verdana" w:cs="Arial"/>
          <w:sz w:val="18"/>
          <w:szCs w:val="18"/>
        </w:rPr>
      </w:pPr>
    </w:p>
    <w:p w14:paraId="52C6A8A4" w14:textId="75DA35B1" w:rsidR="00DE7E39" w:rsidRDefault="00500587" w:rsidP="00C26990">
      <w:pPr>
        <w:ind w:left="708" w:firstLine="12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Motiveer </w:t>
      </w:r>
      <w:r w:rsidR="00ED6D3D">
        <w:rPr>
          <w:rFonts w:ascii="Verdana" w:hAnsi="Verdana" w:cs="Arial"/>
          <w:sz w:val="18"/>
          <w:szCs w:val="18"/>
        </w:rPr>
        <w:t>waarom</w:t>
      </w:r>
      <w:r>
        <w:rPr>
          <w:rFonts w:ascii="Verdana" w:hAnsi="Verdana" w:cs="Arial"/>
          <w:sz w:val="18"/>
          <w:szCs w:val="18"/>
        </w:rPr>
        <w:t xml:space="preserve"> de projectactiviteiten een coherent geheel vormen en dat er een direct en logisch verband is tussen activiteiten en kosten. Ofwel, waarom </w:t>
      </w:r>
      <w:r w:rsidR="00D91BE9">
        <w:rPr>
          <w:rFonts w:ascii="Verdana" w:hAnsi="Verdana" w:cs="Arial"/>
          <w:sz w:val="18"/>
          <w:szCs w:val="18"/>
        </w:rPr>
        <w:t xml:space="preserve">zijn </w:t>
      </w:r>
      <w:r>
        <w:rPr>
          <w:rFonts w:ascii="Verdana" w:hAnsi="Verdana" w:cs="Arial"/>
          <w:sz w:val="18"/>
          <w:szCs w:val="18"/>
        </w:rPr>
        <w:t>alle projectonderdelen noodzakelijk om van het project een succes te maken?</w:t>
      </w:r>
      <w:r w:rsidR="00A852D0">
        <w:rPr>
          <w:rFonts w:ascii="Verdana" w:hAnsi="Verdana" w:cs="Arial"/>
          <w:sz w:val="18"/>
          <w:szCs w:val="18"/>
        </w:rPr>
        <w:t xml:space="preserve"> Waarom</w:t>
      </w:r>
      <w:r w:rsidR="009E2928">
        <w:rPr>
          <w:rFonts w:ascii="Verdana" w:hAnsi="Verdana" w:cs="Arial"/>
          <w:sz w:val="18"/>
          <w:szCs w:val="18"/>
        </w:rPr>
        <w:t xml:space="preserve"> heeft u de EFRO-subsidie nodig? W</w:t>
      </w:r>
      <w:r w:rsidR="00A852D0">
        <w:rPr>
          <w:rFonts w:ascii="Verdana" w:hAnsi="Verdana" w:cs="Arial"/>
          <w:sz w:val="18"/>
          <w:szCs w:val="18"/>
        </w:rPr>
        <w:t>ie zijn de andere financiers?</w:t>
      </w:r>
    </w:p>
    <w:p w14:paraId="4F4AC927" w14:textId="0313AEC5" w:rsidR="001804BA" w:rsidRDefault="001804BA" w:rsidP="00C26990">
      <w:pPr>
        <w:ind w:left="708" w:firstLine="12"/>
        <w:rPr>
          <w:rFonts w:ascii="Verdana" w:hAnsi="Verdana" w:cs="Arial"/>
          <w:sz w:val="18"/>
          <w:szCs w:val="18"/>
        </w:rPr>
      </w:pPr>
    </w:p>
    <w:p w14:paraId="252467A0" w14:textId="54991875" w:rsidR="001804BA" w:rsidRPr="001804BA" w:rsidRDefault="001804BA" w:rsidP="00C26990">
      <w:pPr>
        <w:ind w:left="708" w:firstLine="12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Nb. Geef hierbij ook uw visie op de fase na de subsidieperiode. </w:t>
      </w:r>
    </w:p>
    <w:p w14:paraId="299A2CC4" w14:textId="234EB5B0" w:rsidR="009E2928" w:rsidRDefault="009E2928" w:rsidP="00C26990">
      <w:pPr>
        <w:ind w:left="708" w:firstLine="12"/>
        <w:rPr>
          <w:rFonts w:ascii="Verdana" w:hAnsi="Verdana" w:cs="Arial"/>
          <w:sz w:val="18"/>
          <w:szCs w:val="18"/>
        </w:rPr>
      </w:pPr>
    </w:p>
    <w:p w14:paraId="1D9CD730" w14:textId="6219B7F0" w:rsidR="009E2928" w:rsidRDefault="009E2928" w:rsidP="00C26990">
      <w:pPr>
        <w:ind w:left="708" w:firstLine="12"/>
        <w:rPr>
          <w:rFonts w:ascii="Verdana" w:hAnsi="Verdana" w:cs="Arial"/>
          <w:sz w:val="18"/>
          <w:szCs w:val="18"/>
        </w:rPr>
      </w:pPr>
    </w:p>
    <w:p w14:paraId="0FB25D6A" w14:textId="7BEE9341" w:rsidR="0059715A" w:rsidRPr="00145254" w:rsidRDefault="00145254" w:rsidP="001060AB">
      <w:pPr>
        <w:spacing w:line="240" w:lineRule="auto"/>
        <w:ind w:firstLine="708"/>
        <w:jc w:val="left"/>
        <w:rPr>
          <w:rFonts w:ascii="Verdana" w:hAnsi="Verdana" w:cs="Arial"/>
          <w:sz w:val="18"/>
          <w:szCs w:val="18"/>
          <w:u w:val="single"/>
        </w:rPr>
      </w:pPr>
      <w:r w:rsidRPr="00145254">
        <w:rPr>
          <w:rFonts w:ascii="Verdana" w:hAnsi="Verdana" w:cs="Arial"/>
          <w:sz w:val="18"/>
          <w:szCs w:val="18"/>
          <w:u w:val="single"/>
        </w:rPr>
        <w:t>Begroting:</w:t>
      </w:r>
    </w:p>
    <w:p w14:paraId="14B9166A" w14:textId="77777777" w:rsidR="00145254" w:rsidRDefault="00145254" w:rsidP="00C26990">
      <w:pPr>
        <w:ind w:left="708" w:firstLine="12"/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359" w:type="dxa"/>
        <w:tblInd w:w="708" w:type="dxa"/>
        <w:tblLook w:val="04A0" w:firstRow="1" w:lastRow="0" w:firstColumn="1" w:lastColumn="0" w:noHBand="0" w:noVBand="1"/>
      </w:tblPr>
      <w:tblGrid>
        <w:gridCol w:w="1968"/>
        <w:gridCol w:w="863"/>
        <w:gridCol w:w="1143"/>
        <w:gridCol w:w="1267"/>
        <w:gridCol w:w="1665"/>
        <w:gridCol w:w="1453"/>
      </w:tblGrid>
      <w:tr w:rsidR="00B53FC4" w:rsidRPr="00AF5B9D" w14:paraId="6E16B438" w14:textId="77777777" w:rsidTr="0053760E">
        <w:trPr>
          <w:trHeight w:val="223"/>
        </w:trPr>
        <w:tc>
          <w:tcPr>
            <w:tcW w:w="1968" w:type="dxa"/>
            <w:vMerge w:val="restart"/>
          </w:tcPr>
          <w:p w14:paraId="52939792" w14:textId="6FCC1A13" w:rsidR="00B53FC4" w:rsidRPr="000F3992" w:rsidRDefault="0053760E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Deelprojecten</w:t>
            </w:r>
          </w:p>
        </w:tc>
        <w:tc>
          <w:tcPr>
            <w:tcW w:w="2006" w:type="dxa"/>
            <w:gridSpan w:val="2"/>
          </w:tcPr>
          <w:p w14:paraId="032AAF5C" w14:textId="737BC74C" w:rsidR="00B53FC4" w:rsidRPr="00AF5B9D" w:rsidRDefault="0014525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Loonkosten</w:t>
            </w:r>
          </w:p>
        </w:tc>
        <w:tc>
          <w:tcPr>
            <w:tcW w:w="1267" w:type="dxa"/>
            <w:vMerge w:val="restart"/>
          </w:tcPr>
          <w:p w14:paraId="1795FE71" w14:textId="40686C7D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Kosten derden</w:t>
            </w:r>
          </w:p>
        </w:tc>
        <w:tc>
          <w:tcPr>
            <w:tcW w:w="1665" w:type="dxa"/>
            <w:vMerge w:val="restart"/>
          </w:tcPr>
          <w:p w14:paraId="704EFA5C" w14:textId="7F63A27A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Andere directe kosten</w:t>
            </w:r>
          </w:p>
        </w:tc>
        <w:tc>
          <w:tcPr>
            <w:tcW w:w="1453" w:type="dxa"/>
            <w:vMerge w:val="restart"/>
          </w:tcPr>
          <w:p w14:paraId="20E78CF1" w14:textId="004079FD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Totaal</w:t>
            </w:r>
          </w:p>
        </w:tc>
      </w:tr>
      <w:tr w:rsidR="00B53FC4" w:rsidRPr="00AF5B9D" w14:paraId="29748768" w14:textId="77777777" w:rsidTr="007C0A3F">
        <w:trPr>
          <w:trHeight w:val="113"/>
        </w:trPr>
        <w:tc>
          <w:tcPr>
            <w:tcW w:w="1968" w:type="dxa"/>
            <w:vMerge/>
            <w:tcBorders>
              <w:bottom w:val="single" w:sz="12" w:space="0" w:color="auto"/>
            </w:tcBorders>
          </w:tcPr>
          <w:p w14:paraId="16458872" w14:textId="77777777" w:rsidR="00B53FC4" w:rsidRDefault="00B53FC4" w:rsidP="00C26990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863" w:type="dxa"/>
            <w:tcBorders>
              <w:bottom w:val="single" w:sz="12" w:space="0" w:color="auto"/>
            </w:tcBorders>
          </w:tcPr>
          <w:p w14:paraId="6F87244B" w14:textId="6C0B7DAF" w:rsidR="00B53FC4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Uren</w:t>
            </w:r>
          </w:p>
        </w:tc>
        <w:tc>
          <w:tcPr>
            <w:tcW w:w="1143" w:type="dxa"/>
            <w:tcBorders>
              <w:bottom w:val="single" w:sz="12" w:space="0" w:color="auto"/>
            </w:tcBorders>
          </w:tcPr>
          <w:p w14:paraId="0490364A" w14:textId="1329BACA" w:rsidR="00B53FC4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bedrag</w:t>
            </w:r>
          </w:p>
        </w:tc>
        <w:tc>
          <w:tcPr>
            <w:tcW w:w="1267" w:type="dxa"/>
            <w:vMerge/>
            <w:tcBorders>
              <w:bottom w:val="single" w:sz="12" w:space="0" w:color="auto"/>
            </w:tcBorders>
          </w:tcPr>
          <w:p w14:paraId="2B7F6331" w14:textId="77777777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665" w:type="dxa"/>
            <w:vMerge/>
            <w:tcBorders>
              <w:bottom w:val="single" w:sz="12" w:space="0" w:color="auto"/>
            </w:tcBorders>
          </w:tcPr>
          <w:p w14:paraId="510D0C04" w14:textId="77777777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53" w:type="dxa"/>
            <w:vMerge/>
            <w:tcBorders>
              <w:bottom w:val="single" w:sz="12" w:space="0" w:color="auto"/>
            </w:tcBorders>
          </w:tcPr>
          <w:p w14:paraId="7C92DEA6" w14:textId="77777777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B53FC4" w14:paraId="0998ABB4" w14:textId="77777777" w:rsidTr="007C0A3F">
        <w:tc>
          <w:tcPr>
            <w:tcW w:w="1968" w:type="dxa"/>
            <w:tcBorders>
              <w:top w:val="single" w:sz="12" w:space="0" w:color="auto"/>
            </w:tcBorders>
          </w:tcPr>
          <w:p w14:paraId="780CAACC" w14:textId="40BB7C00" w:rsidR="00B53FC4" w:rsidRPr="000F3992" w:rsidRDefault="0053760E" w:rsidP="00C26990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Deelproject </w:t>
            </w:r>
            <w:r w:rsidR="00B53FC4" w:rsidRPr="000F3992">
              <w:rPr>
                <w:rFonts w:ascii="Verdana" w:hAnsi="Verdana" w:cs="Arial"/>
                <w:sz w:val="18"/>
                <w:szCs w:val="18"/>
              </w:rPr>
              <w:t>1</w:t>
            </w:r>
            <w:r w:rsidR="000F3992">
              <w:rPr>
                <w:rFonts w:ascii="Verdana" w:hAnsi="Verdana" w:cs="Arial"/>
                <w:sz w:val="18"/>
                <w:szCs w:val="18"/>
              </w:rPr>
              <w:t>: …</w:t>
            </w:r>
          </w:p>
        </w:tc>
        <w:tc>
          <w:tcPr>
            <w:tcW w:w="863" w:type="dxa"/>
            <w:tcBorders>
              <w:top w:val="single" w:sz="12" w:space="0" w:color="auto"/>
            </w:tcBorders>
          </w:tcPr>
          <w:p w14:paraId="68086B91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12" w:space="0" w:color="auto"/>
            </w:tcBorders>
          </w:tcPr>
          <w:p w14:paraId="19014807" w14:textId="46B34FC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12" w:space="0" w:color="auto"/>
            </w:tcBorders>
          </w:tcPr>
          <w:p w14:paraId="6134E804" w14:textId="64F02434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12" w:space="0" w:color="auto"/>
            </w:tcBorders>
          </w:tcPr>
          <w:p w14:paraId="45B5D97D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12" w:space="0" w:color="auto"/>
            </w:tcBorders>
          </w:tcPr>
          <w:p w14:paraId="6C6569CC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53FC4" w14:paraId="27AD9732" w14:textId="77777777" w:rsidTr="0053760E">
        <w:tc>
          <w:tcPr>
            <w:tcW w:w="1968" w:type="dxa"/>
          </w:tcPr>
          <w:p w14:paraId="40FFBDC8" w14:textId="3916579B" w:rsidR="00B53FC4" w:rsidRPr="000F3992" w:rsidRDefault="0053760E" w:rsidP="00C26990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Deelproject 2</w:t>
            </w:r>
            <w:r w:rsidR="000F3992">
              <w:rPr>
                <w:rFonts w:ascii="Verdana" w:hAnsi="Verdana" w:cs="Arial"/>
                <w:sz w:val="18"/>
                <w:szCs w:val="18"/>
              </w:rPr>
              <w:t>: …</w:t>
            </w:r>
          </w:p>
        </w:tc>
        <w:tc>
          <w:tcPr>
            <w:tcW w:w="863" w:type="dxa"/>
          </w:tcPr>
          <w:p w14:paraId="4CCA5956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3" w:type="dxa"/>
          </w:tcPr>
          <w:p w14:paraId="2E206DA3" w14:textId="3FD7970B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7" w:type="dxa"/>
          </w:tcPr>
          <w:p w14:paraId="2D1AC0BC" w14:textId="6AB0491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65" w:type="dxa"/>
          </w:tcPr>
          <w:p w14:paraId="7660C0D0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3" w:type="dxa"/>
          </w:tcPr>
          <w:p w14:paraId="78D1E791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53FC4" w14:paraId="28F72FDA" w14:textId="77777777" w:rsidTr="0053760E">
        <w:tc>
          <w:tcPr>
            <w:tcW w:w="1968" w:type="dxa"/>
          </w:tcPr>
          <w:p w14:paraId="498E13D5" w14:textId="6BB5D4AE" w:rsidR="00B53FC4" w:rsidRPr="000F3992" w:rsidRDefault="0053760E" w:rsidP="00C26990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Deelproject 3</w:t>
            </w:r>
            <w:r w:rsidR="000F3992">
              <w:rPr>
                <w:rFonts w:ascii="Verdana" w:hAnsi="Verdana" w:cs="Arial"/>
                <w:sz w:val="18"/>
                <w:szCs w:val="18"/>
              </w:rPr>
              <w:t xml:space="preserve">: … </w:t>
            </w:r>
          </w:p>
        </w:tc>
        <w:tc>
          <w:tcPr>
            <w:tcW w:w="863" w:type="dxa"/>
          </w:tcPr>
          <w:p w14:paraId="59BF93A9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3" w:type="dxa"/>
          </w:tcPr>
          <w:p w14:paraId="6A9BB4D5" w14:textId="7208E17E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7" w:type="dxa"/>
          </w:tcPr>
          <w:p w14:paraId="72754324" w14:textId="417B8473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65" w:type="dxa"/>
          </w:tcPr>
          <w:p w14:paraId="179DAE46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3" w:type="dxa"/>
          </w:tcPr>
          <w:p w14:paraId="17336004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53FC4" w14:paraId="2E905B59" w14:textId="77777777" w:rsidTr="007C0A3F">
        <w:tc>
          <w:tcPr>
            <w:tcW w:w="1968" w:type="dxa"/>
            <w:tcBorders>
              <w:bottom w:val="single" w:sz="12" w:space="0" w:color="auto"/>
            </w:tcBorders>
          </w:tcPr>
          <w:p w14:paraId="2DF39317" w14:textId="23E06B42" w:rsidR="00B53FC4" w:rsidRPr="000F3992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  <w:r w:rsidRPr="000F3992">
              <w:rPr>
                <w:rFonts w:ascii="Verdana" w:hAnsi="Verdana" w:cs="Arial"/>
                <w:sz w:val="18"/>
                <w:szCs w:val="18"/>
              </w:rPr>
              <w:t>…</w:t>
            </w:r>
          </w:p>
        </w:tc>
        <w:tc>
          <w:tcPr>
            <w:tcW w:w="863" w:type="dxa"/>
            <w:tcBorders>
              <w:bottom w:val="single" w:sz="12" w:space="0" w:color="auto"/>
            </w:tcBorders>
          </w:tcPr>
          <w:p w14:paraId="4514F700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3" w:type="dxa"/>
            <w:tcBorders>
              <w:bottom w:val="single" w:sz="12" w:space="0" w:color="auto"/>
            </w:tcBorders>
          </w:tcPr>
          <w:p w14:paraId="745EAB79" w14:textId="3685C64B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bottom w:val="single" w:sz="12" w:space="0" w:color="auto"/>
            </w:tcBorders>
          </w:tcPr>
          <w:p w14:paraId="6EE54427" w14:textId="037EF9FD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65" w:type="dxa"/>
            <w:tcBorders>
              <w:bottom w:val="single" w:sz="12" w:space="0" w:color="auto"/>
            </w:tcBorders>
          </w:tcPr>
          <w:p w14:paraId="6C748E77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bottom w:val="single" w:sz="12" w:space="0" w:color="auto"/>
            </w:tcBorders>
          </w:tcPr>
          <w:p w14:paraId="4E8A66A3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53FC4" w14:paraId="3B6813CA" w14:textId="77777777" w:rsidTr="007C0A3F">
        <w:tc>
          <w:tcPr>
            <w:tcW w:w="1968" w:type="dxa"/>
            <w:tcBorders>
              <w:top w:val="single" w:sz="12" w:space="0" w:color="auto"/>
            </w:tcBorders>
          </w:tcPr>
          <w:p w14:paraId="730D40E4" w14:textId="3D685F79" w:rsidR="00B53FC4" w:rsidRPr="00AF5B9D" w:rsidRDefault="00B53FC4" w:rsidP="00C26990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Totaal</w:t>
            </w:r>
          </w:p>
        </w:tc>
        <w:tc>
          <w:tcPr>
            <w:tcW w:w="863" w:type="dxa"/>
            <w:tcBorders>
              <w:top w:val="single" w:sz="12" w:space="0" w:color="auto"/>
            </w:tcBorders>
          </w:tcPr>
          <w:p w14:paraId="76EDB677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12" w:space="0" w:color="auto"/>
            </w:tcBorders>
          </w:tcPr>
          <w:p w14:paraId="5E7F69AE" w14:textId="575BC6FD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12" w:space="0" w:color="auto"/>
            </w:tcBorders>
          </w:tcPr>
          <w:p w14:paraId="590625FB" w14:textId="41144B81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sz="12" w:space="0" w:color="auto"/>
            </w:tcBorders>
          </w:tcPr>
          <w:p w14:paraId="5BEBEBFE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12" w:space="0" w:color="auto"/>
            </w:tcBorders>
          </w:tcPr>
          <w:p w14:paraId="04C95900" w14:textId="77777777" w:rsidR="00B53FC4" w:rsidRDefault="00B53FC4" w:rsidP="00C26990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A6FE0CA" w14:textId="55CEADB1" w:rsidR="009E2928" w:rsidRDefault="009E2928" w:rsidP="00AF5B9D">
      <w:pPr>
        <w:ind w:left="708" w:firstLine="12"/>
        <w:rPr>
          <w:rFonts w:ascii="Verdana" w:hAnsi="Verdana" w:cs="Arial"/>
          <w:sz w:val="18"/>
          <w:szCs w:val="18"/>
        </w:rPr>
      </w:pPr>
    </w:p>
    <w:p w14:paraId="6CBBA064" w14:textId="77777777" w:rsidR="000F3992" w:rsidRDefault="000F3992" w:rsidP="00AF5B9D">
      <w:pPr>
        <w:ind w:left="708" w:firstLine="12"/>
        <w:rPr>
          <w:rFonts w:ascii="Verdana" w:hAnsi="Verdana" w:cs="Arial"/>
          <w:sz w:val="18"/>
          <w:szCs w:val="18"/>
        </w:rPr>
      </w:pPr>
    </w:p>
    <w:p w14:paraId="65797E97" w14:textId="62A94868" w:rsidR="000F3992" w:rsidRDefault="000F3992" w:rsidP="00AF5B9D">
      <w:pPr>
        <w:ind w:left="708" w:firstLine="12"/>
        <w:rPr>
          <w:rFonts w:ascii="Verdana" w:hAnsi="Verdana" w:cs="Arial"/>
          <w:sz w:val="18"/>
          <w:szCs w:val="18"/>
          <w:u w:val="single"/>
        </w:rPr>
      </w:pPr>
      <w:r w:rsidRPr="000F3992">
        <w:rPr>
          <w:rFonts w:ascii="Verdana" w:hAnsi="Verdana" w:cs="Arial"/>
          <w:sz w:val="18"/>
          <w:szCs w:val="18"/>
          <w:u w:val="single"/>
        </w:rPr>
        <w:t>Financiering</w:t>
      </w:r>
      <w:r>
        <w:rPr>
          <w:rFonts w:ascii="Verdana" w:hAnsi="Verdana" w:cs="Arial"/>
          <w:sz w:val="18"/>
          <w:szCs w:val="18"/>
          <w:u w:val="single"/>
        </w:rPr>
        <w:t>:</w:t>
      </w:r>
    </w:p>
    <w:p w14:paraId="134BBA9D" w14:textId="77777777" w:rsidR="000F3992" w:rsidRPr="000F3992" w:rsidRDefault="000F3992" w:rsidP="00AF5B9D">
      <w:pPr>
        <w:ind w:left="708" w:firstLine="12"/>
        <w:rPr>
          <w:rFonts w:ascii="Verdana" w:hAnsi="Verdana" w:cs="Arial"/>
          <w:sz w:val="18"/>
          <w:szCs w:val="18"/>
          <w:u w:val="single"/>
        </w:rPr>
      </w:pPr>
    </w:p>
    <w:tbl>
      <w:tblPr>
        <w:tblStyle w:val="Tabelraster"/>
        <w:tblW w:w="8359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2406"/>
        <w:gridCol w:w="1560"/>
        <w:gridCol w:w="1417"/>
        <w:gridCol w:w="1417"/>
        <w:gridCol w:w="1559"/>
      </w:tblGrid>
      <w:tr w:rsidR="000F3992" w:rsidRPr="00AF5B9D" w14:paraId="1D4C6E73" w14:textId="036DE058" w:rsidTr="000F3992">
        <w:trPr>
          <w:trHeight w:val="255"/>
        </w:trPr>
        <w:tc>
          <w:tcPr>
            <w:tcW w:w="2406" w:type="dxa"/>
            <w:vMerge w:val="restart"/>
          </w:tcPr>
          <w:p w14:paraId="56D1882B" w14:textId="6C98EFD2" w:rsidR="000F3992" w:rsidRPr="000F3992" w:rsidRDefault="000F3992" w:rsidP="000F399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Type organisatie</w:t>
            </w:r>
          </w:p>
        </w:tc>
        <w:tc>
          <w:tcPr>
            <w:tcW w:w="2977" w:type="dxa"/>
            <w:gridSpan w:val="2"/>
          </w:tcPr>
          <w:p w14:paraId="494CA44F" w14:textId="043FCAC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Bijdrage</w:t>
            </w:r>
          </w:p>
        </w:tc>
        <w:tc>
          <w:tcPr>
            <w:tcW w:w="1417" w:type="dxa"/>
            <w:vMerge w:val="restart"/>
          </w:tcPr>
          <w:p w14:paraId="27F0AC4D" w14:textId="3B421513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Totaal</w:t>
            </w:r>
          </w:p>
        </w:tc>
        <w:tc>
          <w:tcPr>
            <w:tcW w:w="1559" w:type="dxa"/>
            <w:vMerge w:val="restart"/>
          </w:tcPr>
          <w:p w14:paraId="29442FF7" w14:textId="455063A5" w:rsidR="000F3992" w:rsidRDefault="0053760E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Aandeel (%)</w:t>
            </w:r>
          </w:p>
        </w:tc>
      </w:tr>
      <w:tr w:rsidR="000F3992" w:rsidRPr="00AF5B9D" w14:paraId="5C31DFD7" w14:textId="37F0DFB6" w:rsidTr="007C0A3F">
        <w:trPr>
          <w:trHeight w:val="255"/>
        </w:trPr>
        <w:tc>
          <w:tcPr>
            <w:tcW w:w="2406" w:type="dxa"/>
            <w:vMerge/>
            <w:tcBorders>
              <w:bottom w:val="single" w:sz="12" w:space="0" w:color="auto"/>
            </w:tcBorders>
          </w:tcPr>
          <w:p w14:paraId="2BEDFB29" w14:textId="7777777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33298DCE" w14:textId="15EF0E89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In cash 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CDBC3E6" w14:textId="4C03C5CD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In kind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14:paraId="208094E3" w14:textId="77777777" w:rsidR="000F3992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14:paraId="2EC31FD0" w14:textId="77777777" w:rsidR="000F3992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0F3992" w:rsidRPr="00AF5B9D" w14:paraId="69EE8359" w14:textId="74B629DE" w:rsidTr="007C0A3F">
        <w:tc>
          <w:tcPr>
            <w:tcW w:w="2406" w:type="dxa"/>
            <w:tcBorders>
              <w:top w:val="single" w:sz="12" w:space="0" w:color="auto"/>
            </w:tcBorders>
          </w:tcPr>
          <w:p w14:paraId="667F259F" w14:textId="3D23539C" w:rsidR="000F3992" w:rsidRP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  <w:r w:rsidRPr="000F3992">
              <w:rPr>
                <w:rFonts w:ascii="Verdana" w:hAnsi="Verdana" w:cs="Arial"/>
                <w:sz w:val="18"/>
                <w:szCs w:val="18"/>
              </w:rPr>
              <w:t>Kennisinstellingen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14:paraId="61433253" w14:textId="7777777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786E642" w14:textId="7777777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2323DFD5" w14:textId="7777777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B711639" w14:textId="77777777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0F3992" w14:paraId="2A3E6974" w14:textId="0C6E43D4" w:rsidTr="000F3992">
        <w:tc>
          <w:tcPr>
            <w:tcW w:w="2406" w:type="dxa"/>
          </w:tcPr>
          <w:p w14:paraId="7E31EE6E" w14:textId="165E0CA2" w:rsidR="000F3992" w:rsidRPr="000F3992" w:rsidRDefault="0053760E" w:rsidP="0014525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Ondernemingen</w:t>
            </w:r>
          </w:p>
        </w:tc>
        <w:tc>
          <w:tcPr>
            <w:tcW w:w="1560" w:type="dxa"/>
          </w:tcPr>
          <w:p w14:paraId="58EA2947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88C7844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369DA1C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2CDB8D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F3992" w14:paraId="675E9188" w14:textId="3CEFB1A0" w:rsidTr="000F3992">
        <w:tc>
          <w:tcPr>
            <w:tcW w:w="2406" w:type="dxa"/>
          </w:tcPr>
          <w:p w14:paraId="376046C1" w14:textId="4D083950" w:rsidR="000F3992" w:rsidRPr="000F3992" w:rsidRDefault="0053760E" w:rsidP="0014525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Overheden</w:t>
            </w:r>
          </w:p>
        </w:tc>
        <w:tc>
          <w:tcPr>
            <w:tcW w:w="1560" w:type="dxa"/>
          </w:tcPr>
          <w:p w14:paraId="761A3B37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422FA89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4043D96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27E1546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F3992" w14:paraId="354CB6D0" w14:textId="4A030994" w:rsidTr="000F3992">
        <w:tc>
          <w:tcPr>
            <w:tcW w:w="2406" w:type="dxa"/>
          </w:tcPr>
          <w:p w14:paraId="353B7ED2" w14:textId="569EC5F2" w:rsidR="000F3992" w:rsidRPr="000F3992" w:rsidRDefault="000F3992" w:rsidP="00145254">
            <w:pPr>
              <w:rPr>
                <w:rFonts w:ascii="Verdana" w:hAnsi="Verdana" w:cs="Arial"/>
                <w:sz w:val="18"/>
                <w:szCs w:val="18"/>
              </w:rPr>
            </w:pPr>
            <w:r w:rsidRPr="000F3992">
              <w:rPr>
                <w:rFonts w:ascii="Verdana" w:hAnsi="Verdana" w:cs="Arial"/>
                <w:sz w:val="18"/>
                <w:szCs w:val="18"/>
              </w:rPr>
              <w:t>Overig</w:t>
            </w:r>
            <w:r w:rsidR="0053760E">
              <w:rPr>
                <w:rFonts w:ascii="Verdana" w:hAnsi="Verdana" w:cs="Arial"/>
                <w:sz w:val="18"/>
                <w:szCs w:val="18"/>
              </w:rPr>
              <w:t>e partijen</w:t>
            </w:r>
          </w:p>
        </w:tc>
        <w:tc>
          <w:tcPr>
            <w:tcW w:w="1560" w:type="dxa"/>
          </w:tcPr>
          <w:p w14:paraId="4963CC87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4AA40FF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28C23F7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9342DC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3760E" w:rsidRPr="00AF5B9D" w14:paraId="544D6203" w14:textId="77777777" w:rsidTr="007C0A3F">
        <w:tc>
          <w:tcPr>
            <w:tcW w:w="2406" w:type="dxa"/>
            <w:tcBorders>
              <w:bottom w:val="single" w:sz="12" w:space="0" w:color="auto"/>
            </w:tcBorders>
          </w:tcPr>
          <w:p w14:paraId="1C7C014E" w14:textId="77777777" w:rsidR="0053760E" w:rsidRPr="000F3992" w:rsidRDefault="0053760E" w:rsidP="00437C76">
            <w:pPr>
              <w:rPr>
                <w:rFonts w:ascii="Verdana" w:hAnsi="Verdana" w:cs="Arial"/>
                <w:sz w:val="18"/>
                <w:szCs w:val="18"/>
              </w:rPr>
            </w:pPr>
            <w:r w:rsidRPr="000F3992">
              <w:rPr>
                <w:rFonts w:ascii="Verdana" w:hAnsi="Verdana" w:cs="Arial"/>
                <w:sz w:val="18"/>
                <w:szCs w:val="18"/>
              </w:rPr>
              <w:t>EFRO-subsidie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A6A6A6" w:themeFill="background1" w:themeFillShade="A6"/>
          </w:tcPr>
          <w:p w14:paraId="5C4ADFFB" w14:textId="77777777" w:rsidR="0053760E" w:rsidRPr="00AF5B9D" w:rsidRDefault="0053760E" w:rsidP="00437C76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6A6A6" w:themeFill="background1" w:themeFillShade="A6"/>
          </w:tcPr>
          <w:p w14:paraId="3F7F876F" w14:textId="77777777" w:rsidR="0053760E" w:rsidRPr="00AF5B9D" w:rsidRDefault="0053760E" w:rsidP="00437C76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A7B92B4" w14:textId="77777777" w:rsidR="0053760E" w:rsidRPr="00AF5B9D" w:rsidRDefault="0053760E" w:rsidP="00437C76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11B7D404" w14:textId="77777777" w:rsidR="0053760E" w:rsidRPr="00AF5B9D" w:rsidRDefault="0053760E" w:rsidP="00437C76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0F3992" w14:paraId="32D4C88D" w14:textId="3978F8CB" w:rsidTr="007C0A3F">
        <w:tc>
          <w:tcPr>
            <w:tcW w:w="2406" w:type="dxa"/>
            <w:tcBorders>
              <w:top w:val="single" w:sz="12" w:space="0" w:color="auto"/>
            </w:tcBorders>
          </w:tcPr>
          <w:p w14:paraId="62F45D16" w14:textId="4AC87489" w:rsidR="000F3992" w:rsidRPr="00AF5B9D" w:rsidRDefault="000F3992" w:rsidP="00AF5B9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AF5B9D">
              <w:rPr>
                <w:rFonts w:ascii="Verdana" w:hAnsi="Verdana" w:cs="Arial"/>
                <w:b/>
                <w:sz w:val="18"/>
                <w:szCs w:val="18"/>
              </w:rPr>
              <w:t>Totaal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14:paraId="5738A312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31260B31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7C24F59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0ED5BC9" w14:textId="77777777" w:rsidR="000F3992" w:rsidRDefault="000F3992" w:rsidP="00AF5B9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46FD7D0" w14:textId="2AFACDB7" w:rsidR="00AF5B9D" w:rsidRDefault="00AF5B9D" w:rsidP="00AF5B9D">
      <w:pPr>
        <w:ind w:left="708" w:firstLine="12"/>
        <w:rPr>
          <w:rFonts w:ascii="Verdana" w:hAnsi="Verdana" w:cs="Arial"/>
          <w:sz w:val="18"/>
          <w:szCs w:val="18"/>
        </w:rPr>
      </w:pPr>
    </w:p>
    <w:sectPr w:rsidR="00AF5B9D" w:rsidSect="00AD1C5D">
      <w:headerReference w:type="default" r:id="rId12"/>
      <w:footerReference w:type="default" r:id="rId13"/>
      <w:pgSz w:w="11906" w:h="16838"/>
      <w:pgMar w:top="1417" w:right="1417" w:bottom="993" w:left="1417" w:header="170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BCDED" w14:textId="77777777" w:rsidR="007932DB" w:rsidRDefault="007932DB" w:rsidP="004B2E88">
      <w:pPr>
        <w:spacing w:line="240" w:lineRule="auto"/>
      </w:pPr>
      <w:r>
        <w:separator/>
      </w:r>
    </w:p>
  </w:endnote>
  <w:endnote w:type="continuationSeparator" w:id="0">
    <w:p w14:paraId="7A871926" w14:textId="77777777" w:rsidR="007932DB" w:rsidRDefault="007932DB" w:rsidP="004B2E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149DA" w14:textId="77777777" w:rsidR="00AD1C5D" w:rsidRDefault="00AD1C5D" w:rsidP="00AB4A2B">
    <w:pPr>
      <w:pStyle w:val="Voettekst"/>
      <w:rPr>
        <w:rFonts w:ascii="Verdana" w:hAnsi="Verdana"/>
        <w:i/>
        <w:color w:val="808080" w:themeColor="background1" w:themeShade="80"/>
        <w:sz w:val="16"/>
        <w:szCs w:val="16"/>
      </w:rPr>
    </w:pPr>
    <w:r w:rsidRPr="00AB4A2B">
      <w:rPr>
        <w:rFonts w:ascii="Verdana" w:hAnsi="Verdana"/>
        <w:i/>
        <w:noProof/>
        <w:color w:val="808080" w:themeColor="background1" w:themeShade="80"/>
        <w:sz w:val="16"/>
        <w:szCs w:val="16"/>
      </w:rPr>
      <w:drawing>
        <wp:anchor distT="0" distB="0" distL="114300" distR="114300" simplePos="0" relativeHeight="251661312" behindDoc="0" locked="0" layoutInCell="1" allowOverlap="1" wp14:anchorId="725C2486" wp14:editId="473DE1D9">
          <wp:simplePos x="0" y="0"/>
          <wp:positionH relativeFrom="margin">
            <wp:posOffset>3074579</wp:posOffset>
          </wp:positionH>
          <wp:positionV relativeFrom="paragraph">
            <wp:posOffset>110490</wp:posOffset>
          </wp:positionV>
          <wp:extent cx="2023745" cy="333375"/>
          <wp:effectExtent l="0" t="0" r="0" b="9525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333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i/>
        <w:noProof/>
        <w:color w:val="808080" w:themeColor="background1" w:themeShade="80"/>
        <w:sz w:val="16"/>
        <w:szCs w:val="16"/>
      </w:rPr>
      <w:drawing>
        <wp:anchor distT="0" distB="0" distL="114300" distR="114300" simplePos="0" relativeHeight="251663360" behindDoc="1" locked="0" layoutInCell="1" allowOverlap="1" wp14:anchorId="17A2D7EA" wp14:editId="14E1C2FD">
          <wp:simplePos x="0" y="0"/>
          <wp:positionH relativeFrom="margin">
            <wp:posOffset>1161959</wp:posOffset>
          </wp:positionH>
          <wp:positionV relativeFrom="paragraph">
            <wp:posOffset>12065</wp:posOffset>
          </wp:positionV>
          <wp:extent cx="1752510" cy="671495"/>
          <wp:effectExtent l="0" t="0" r="635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O_EZ_Logo_2_RGB_pos op wit_x_nl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52510" cy="67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4A2B">
      <w:rPr>
        <w:rFonts w:ascii="Verdana" w:hAnsi="Verdana"/>
        <w:i/>
        <w:noProof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 wp14:anchorId="76B06910" wp14:editId="30C1F964">
          <wp:simplePos x="0" y="0"/>
          <wp:positionH relativeFrom="column">
            <wp:posOffset>5370376</wp:posOffset>
          </wp:positionH>
          <wp:positionV relativeFrom="paragraph">
            <wp:posOffset>29280</wp:posOffset>
          </wp:positionV>
          <wp:extent cx="845367" cy="564536"/>
          <wp:effectExtent l="0" t="0" r="0" b="6985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261" cy="5671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D52A12" w14:textId="4812CA22" w:rsidR="00AD1C5D" w:rsidRDefault="00AB4A2B" w:rsidP="00AB4A2B">
    <w:pPr>
      <w:pStyle w:val="Voettekst"/>
      <w:rPr>
        <w:rFonts w:ascii="Verdana" w:hAnsi="Verdana"/>
        <w:i/>
        <w:color w:val="808080" w:themeColor="background1" w:themeShade="80"/>
        <w:sz w:val="16"/>
        <w:szCs w:val="16"/>
      </w:rPr>
    </w:pPr>
    <w:r w:rsidRPr="00AB4A2B">
      <w:rPr>
        <w:rFonts w:ascii="Verdana" w:hAnsi="Verdana"/>
        <w:i/>
        <w:color w:val="808080" w:themeColor="background1" w:themeShade="80"/>
        <w:sz w:val="16"/>
        <w:szCs w:val="16"/>
      </w:rPr>
      <w:t xml:space="preserve">Model projectplan </w:t>
    </w:r>
  </w:p>
  <w:p w14:paraId="65577848" w14:textId="66404CF4" w:rsidR="00AB4A2B" w:rsidRPr="00AB4A2B" w:rsidRDefault="00AB4A2B" w:rsidP="00AB4A2B">
    <w:pPr>
      <w:pStyle w:val="Voettekst"/>
      <w:rPr>
        <w:rFonts w:ascii="Verdana" w:hAnsi="Verdana"/>
        <w:i/>
        <w:color w:val="808080" w:themeColor="background1" w:themeShade="80"/>
        <w:sz w:val="16"/>
        <w:szCs w:val="16"/>
      </w:rPr>
    </w:pPr>
    <w:r w:rsidRPr="00AB4A2B">
      <w:rPr>
        <w:rFonts w:ascii="Verdana" w:hAnsi="Verdana"/>
        <w:i/>
        <w:color w:val="808080" w:themeColor="background1" w:themeShade="80"/>
        <w:sz w:val="16"/>
        <w:szCs w:val="16"/>
      </w:rPr>
      <w:t xml:space="preserve">Open Innovatie Call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FB213" w14:textId="77777777" w:rsidR="007932DB" w:rsidRDefault="007932DB" w:rsidP="004B2E88">
      <w:pPr>
        <w:spacing w:line="240" w:lineRule="auto"/>
      </w:pPr>
      <w:r>
        <w:separator/>
      </w:r>
    </w:p>
  </w:footnote>
  <w:footnote w:type="continuationSeparator" w:id="0">
    <w:p w14:paraId="04B7FF3C" w14:textId="77777777" w:rsidR="007932DB" w:rsidRDefault="007932DB" w:rsidP="004B2E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4D26D" w14:textId="6B88F06E" w:rsidR="00B764E1" w:rsidRDefault="00B764E1">
    <w:pPr>
      <w:pStyle w:val="Koptekst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DA31FD7" wp14:editId="6C6B6982">
          <wp:simplePos x="0" y="0"/>
          <wp:positionH relativeFrom="page">
            <wp:posOffset>0</wp:posOffset>
          </wp:positionH>
          <wp:positionV relativeFrom="paragraph">
            <wp:posOffset>-1068161</wp:posOffset>
          </wp:positionV>
          <wp:extent cx="7578093" cy="1273629"/>
          <wp:effectExtent l="0" t="0" r="3810" b="3175"/>
          <wp:wrapNone/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eader-OI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8093" cy="12736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E3E0F4" w14:textId="13136EA8" w:rsidR="00B764E1" w:rsidRDefault="00B764E1" w:rsidP="00B764E1">
    <w:pPr>
      <w:pStyle w:val="Koptekst"/>
      <w:tabs>
        <w:tab w:val="clear" w:pos="4536"/>
        <w:tab w:val="clear" w:pos="9072"/>
        <w:tab w:val="left" w:pos="78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7D9A"/>
    <w:multiLevelType w:val="hybridMultilevel"/>
    <w:tmpl w:val="816695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44120"/>
    <w:multiLevelType w:val="hybridMultilevel"/>
    <w:tmpl w:val="5FCC6D7A"/>
    <w:lvl w:ilvl="0" w:tplc="5D26E3AE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0C4FCE"/>
    <w:multiLevelType w:val="hybridMultilevel"/>
    <w:tmpl w:val="AE069368"/>
    <w:lvl w:ilvl="0" w:tplc="CDC6CFB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EE2E83"/>
    <w:multiLevelType w:val="hybridMultilevel"/>
    <w:tmpl w:val="F15E34B6"/>
    <w:lvl w:ilvl="0" w:tplc="EDEADEE4">
      <w:start w:val="1"/>
      <w:numFmt w:val="decimal"/>
      <w:pStyle w:val="Kop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8E0232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  <w:color w:val="A6A6A6" w:themeColor="background1" w:themeShade="A6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B998AF02">
      <w:start w:val="1"/>
      <w:numFmt w:val="lowerLetter"/>
      <w:lvlText w:val="%4."/>
      <w:lvlJc w:val="left"/>
      <w:pPr>
        <w:ind w:left="2715" w:hanging="555"/>
      </w:pPr>
      <w:rPr>
        <w:rFonts w:hint="default"/>
      </w:rPr>
    </w:lvl>
    <w:lvl w:ilvl="4" w:tplc="0413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2166FC"/>
    <w:multiLevelType w:val="hybridMultilevel"/>
    <w:tmpl w:val="237E162C"/>
    <w:lvl w:ilvl="0" w:tplc="31641AB4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31641AB4">
      <w:numFmt w:val="bullet"/>
      <w:lvlText w:val="-"/>
      <w:lvlJc w:val="left"/>
      <w:pPr>
        <w:ind w:left="1788" w:hanging="360"/>
      </w:pPr>
      <w:rPr>
        <w:rFonts w:ascii="Verdana" w:eastAsiaTheme="minorHAnsi" w:hAnsi="Verdana" w:cstheme="minorBidi" w:hint="default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5C05A1"/>
    <w:multiLevelType w:val="hybridMultilevel"/>
    <w:tmpl w:val="2A74293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E9646F8"/>
    <w:multiLevelType w:val="hybridMultilevel"/>
    <w:tmpl w:val="CF6AA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42DCC"/>
    <w:multiLevelType w:val="hybridMultilevel"/>
    <w:tmpl w:val="534293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7742E"/>
    <w:multiLevelType w:val="hybridMultilevel"/>
    <w:tmpl w:val="1CCAEC2C"/>
    <w:lvl w:ilvl="0" w:tplc="5104584A">
      <w:start w:val="4"/>
      <w:numFmt w:val="bullet"/>
      <w:lvlText w:val="-"/>
      <w:lvlJc w:val="left"/>
      <w:pPr>
        <w:ind w:left="1571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BA07036"/>
    <w:multiLevelType w:val="hybridMultilevel"/>
    <w:tmpl w:val="0024D896"/>
    <w:lvl w:ilvl="0" w:tplc="CDC6CFB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151123"/>
    <w:multiLevelType w:val="hybridMultilevel"/>
    <w:tmpl w:val="212C05C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9902EC5"/>
    <w:multiLevelType w:val="hybridMultilevel"/>
    <w:tmpl w:val="0AD62BA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C5375A"/>
    <w:multiLevelType w:val="hybridMultilevel"/>
    <w:tmpl w:val="79C4D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F3F2A"/>
    <w:multiLevelType w:val="hybridMultilevel"/>
    <w:tmpl w:val="C8D088CC"/>
    <w:lvl w:ilvl="0" w:tplc="79949050">
      <w:start w:val="1"/>
      <w:numFmt w:val="decimal"/>
      <w:lvlText w:val="%1"/>
      <w:lvlJc w:val="left"/>
      <w:pPr>
        <w:ind w:left="1070" w:hanging="7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D7C28"/>
    <w:multiLevelType w:val="hybridMultilevel"/>
    <w:tmpl w:val="B218E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8481D"/>
    <w:multiLevelType w:val="multilevel"/>
    <w:tmpl w:val="71960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AB015F5"/>
    <w:multiLevelType w:val="multilevel"/>
    <w:tmpl w:val="F7CC03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C506499"/>
    <w:multiLevelType w:val="hybridMultilevel"/>
    <w:tmpl w:val="FC6E8E76"/>
    <w:lvl w:ilvl="0" w:tplc="F68863E6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HAnsi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C9E19FA"/>
    <w:multiLevelType w:val="hybridMultilevel"/>
    <w:tmpl w:val="A0288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95DE1"/>
    <w:multiLevelType w:val="hybridMultilevel"/>
    <w:tmpl w:val="DBC6CE8A"/>
    <w:lvl w:ilvl="0" w:tplc="5D26E3AE">
      <w:start w:val="2"/>
      <w:numFmt w:val="bullet"/>
      <w:lvlText w:val="-"/>
      <w:lvlJc w:val="left"/>
      <w:pPr>
        <w:ind w:left="1211" w:hanging="360"/>
      </w:pPr>
      <w:rPr>
        <w:rFonts w:ascii="Calibri" w:eastAsia="Times New Roman" w:hAnsi="Calibri" w:cs="Arial" w:hint="default"/>
      </w:rPr>
    </w:lvl>
    <w:lvl w:ilvl="1" w:tplc="0413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D186204"/>
    <w:multiLevelType w:val="hybridMultilevel"/>
    <w:tmpl w:val="E9724460"/>
    <w:lvl w:ilvl="0" w:tplc="F68863E6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EA13DF6"/>
    <w:multiLevelType w:val="hybridMultilevel"/>
    <w:tmpl w:val="7844433E"/>
    <w:lvl w:ilvl="0" w:tplc="CDC6CF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B496B"/>
    <w:multiLevelType w:val="hybridMultilevel"/>
    <w:tmpl w:val="166CA69C"/>
    <w:lvl w:ilvl="0" w:tplc="7B34066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D2F02"/>
    <w:multiLevelType w:val="multilevel"/>
    <w:tmpl w:val="0BEEE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78E3AD5"/>
    <w:multiLevelType w:val="hybridMultilevel"/>
    <w:tmpl w:val="82D6B7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42521"/>
    <w:multiLevelType w:val="hybridMultilevel"/>
    <w:tmpl w:val="34249828"/>
    <w:lvl w:ilvl="0" w:tplc="CDC6CFBA">
      <w:numFmt w:val="bullet"/>
      <w:lvlText w:val="-"/>
      <w:lvlJc w:val="left"/>
      <w:pPr>
        <w:ind w:left="107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74A12824"/>
    <w:multiLevelType w:val="hybridMultilevel"/>
    <w:tmpl w:val="738067DE"/>
    <w:lvl w:ilvl="0" w:tplc="5B1CCC3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68C82C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C2622"/>
    <w:multiLevelType w:val="hybridMultilevel"/>
    <w:tmpl w:val="7AE2CE7E"/>
    <w:lvl w:ilvl="0" w:tplc="F68863E6"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7BE83B83"/>
    <w:multiLevelType w:val="hybridMultilevel"/>
    <w:tmpl w:val="7D2EE580"/>
    <w:lvl w:ilvl="0" w:tplc="CDC6CFB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EB6232"/>
    <w:multiLevelType w:val="hybridMultilevel"/>
    <w:tmpl w:val="C3CE67D6"/>
    <w:lvl w:ilvl="0" w:tplc="5D26E3AE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3"/>
  </w:num>
  <w:num w:numId="4">
    <w:abstractNumId w:val="19"/>
  </w:num>
  <w:num w:numId="5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8"/>
  </w:num>
  <w:num w:numId="8">
    <w:abstractNumId w:val="25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17"/>
  </w:num>
  <w:num w:numId="18">
    <w:abstractNumId w:val="23"/>
  </w:num>
  <w:num w:numId="19">
    <w:abstractNumId w:val="27"/>
  </w:num>
  <w:num w:numId="20">
    <w:abstractNumId w:val="8"/>
  </w:num>
  <w:num w:numId="21">
    <w:abstractNumId w:val="16"/>
  </w:num>
  <w:num w:numId="22">
    <w:abstractNumId w:val="11"/>
  </w:num>
  <w:num w:numId="23">
    <w:abstractNumId w:val="1"/>
  </w:num>
  <w:num w:numId="24">
    <w:abstractNumId w:val="29"/>
  </w:num>
  <w:num w:numId="25">
    <w:abstractNumId w:val="4"/>
  </w:num>
  <w:num w:numId="26">
    <w:abstractNumId w:val="20"/>
  </w:num>
  <w:num w:numId="27">
    <w:abstractNumId w:val="6"/>
  </w:num>
  <w:num w:numId="28">
    <w:abstractNumId w:val="18"/>
  </w:num>
  <w:num w:numId="29">
    <w:abstractNumId w:val="12"/>
  </w:num>
  <w:num w:numId="30">
    <w:abstractNumId w:val="0"/>
  </w:num>
  <w:num w:numId="31">
    <w:abstractNumId w:val="24"/>
  </w:num>
  <w:num w:numId="32">
    <w:abstractNumId w:val="14"/>
  </w:num>
  <w:num w:numId="33">
    <w:abstractNumId w:val="7"/>
  </w:num>
  <w:num w:numId="34">
    <w:abstractNumId w:val="10"/>
  </w:num>
  <w:num w:numId="35">
    <w:abstractNumId w:val="5"/>
  </w:num>
  <w:num w:numId="36">
    <w:abstractNumId w:val="21"/>
  </w:num>
  <w:num w:numId="37">
    <w:abstractNumId w:val="13"/>
  </w:num>
  <w:num w:numId="3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3"/>
    <w:rsid w:val="0001517B"/>
    <w:rsid w:val="000219E6"/>
    <w:rsid w:val="000266FA"/>
    <w:rsid w:val="00027172"/>
    <w:rsid w:val="000333EE"/>
    <w:rsid w:val="00033E23"/>
    <w:rsid w:val="00046BA3"/>
    <w:rsid w:val="000476B1"/>
    <w:rsid w:val="0005373E"/>
    <w:rsid w:val="000610DD"/>
    <w:rsid w:val="00064E0F"/>
    <w:rsid w:val="00093D17"/>
    <w:rsid w:val="00095991"/>
    <w:rsid w:val="000A0EA4"/>
    <w:rsid w:val="000B5196"/>
    <w:rsid w:val="000B525E"/>
    <w:rsid w:val="000C5300"/>
    <w:rsid w:val="000C5D8A"/>
    <w:rsid w:val="000E3174"/>
    <w:rsid w:val="000F0E46"/>
    <w:rsid w:val="000F3992"/>
    <w:rsid w:val="0010132A"/>
    <w:rsid w:val="001060AB"/>
    <w:rsid w:val="0011309D"/>
    <w:rsid w:val="00121EEE"/>
    <w:rsid w:val="00125D67"/>
    <w:rsid w:val="00133015"/>
    <w:rsid w:val="00145254"/>
    <w:rsid w:val="001538F4"/>
    <w:rsid w:val="00155005"/>
    <w:rsid w:val="001661E1"/>
    <w:rsid w:val="00170BE1"/>
    <w:rsid w:val="001804BA"/>
    <w:rsid w:val="001A692F"/>
    <w:rsid w:val="001B3377"/>
    <w:rsid w:val="001B447C"/>
    <w:rsid w:val="001D3375"/>
    <w:rsid w:val="001E3688"/>
    <w:rsid w:val="001E3AF8"/>
    <w:rsid w:val="00212770"/>
    <w:rsid w:val="00232992"/>
    <w:rsid w:val="002469F1"/>
    <w:rsid w:val="00253368"/>
    <w:rsid w:val="00257A05"/>
    <w:rsid w:val="0026449E"/>
    <w:rsid w:val="002716AD"/>
    <w:rsid w:val="002801F8"/>
    <w:rsid w:val="00282BE3"/>
    <w:rsid w:val="00284D8D"/>
    <w:rsid w:val="00291D6B"/>
    <w:rsid w:val="00294C72"/>
    <w:rsid w:val="002A2872"/>
    <w:rsid w:val="002A7EE6"/>
    <w:rsid w:val="002B1B3A"/>
    <w:rsid w:val="002C7A52"/>
    <w:rsid w:val="002F5BEC"/>
    <w:rsid w:val="002F762B"/>
    <w:rsid w:val="0030076D"/>
    <w:rsid w:val="003127B1"/>
    <w:rsid w:val="00313820"/>
    <w:rsid w:val="00315BCD"/>
    <w:rsid w:val="0031666F"/>
    <w:rsid w:val="00321DCF"/>
    <w:rsid w:val="003265E7"/>
    <w:rsid w:val="00331253"/>
    <w:rsid w:val="00332141"/>
    <w:rsid w:val="0035524C"/>
    <w:rsid w:val="00364055"/>
    <w:rsid w:val="00365B13"/>
    <w:rsid w:val="00375807"/>
    <w:rsid w:val="003A3BDB"/>
    <w:rsid w:val="003A7824"/>
    <w:rsid w:val="003E55DA"/>
    <w:rsid w:val="003E5EFE"/>
    <w:rsid w:val="003E7E1A"/>
    <w:rsid w:val="003F2F38"/>
    <w:rsid w:val="003F5898"/>
    <w:rsid w:val="00420F1A"/>
    <w:rsid w:val="004272E4"/>
    <w:rsid w:val="00432126"/>
    <w:rsid w:val="00437E64"/>
    <w:rsid w:val="004415F4"/>
    <w:rsid w:val="004443E9"/>
    <w:rsid w:val="00454541"/>
    <w:rsid w:val="0045674B"/>
    <w:rsid w:val="00466E29"/>
    <w:rsid w:val="00470CF9"/>
    <w:rsid w:val="00481365"/>
    <w:rsid w:val="004908A7"/>
    <w:rsid w:val="00490FB0"/>
    <w:rsid w:val="004B081D"/>
    <w:rsid w:val="004B1B40"/>
    <w:rsid w:val="004B2E88"/>
    <w:rsid w:val="004B67A0"/>
    <w:rsid w:val="004B7D64"/>
    <w:rsid w:val="004C666C"/>
    <w:rsid w:val="004D03CA"/>
    <w:rsid w:val="004E1E5E"/>
    <w:rsid w:val="004F491E"/>
    <w:rsid w:val="00500587"/>
    <w:rsid w:val="00503421"/>
    <w:rsid w:val="00510011"/>
    <w:rsid w:val="00520277"/>
    <w:rsid w:val="00525384"/>
    <w:rsid w:val="0053760E"/>
    <w:rsid w:val="00545E59"/>
    <w:rsid w:val="00547B47"/>
    <w:rsid w:val="00576273"/>
    <w:rsid w:val="00582C91"/>
    <w:rsid w:val="0058437B"/>
    <w:rsid w:val="00591597"/>
    <w:rsid w:val="00592B55"/>
    <w:rsid w:val="0059715A"/>
    <w:rsid w:val="005A7B7D"/>
    <w:rsid w:val="005B0DEA"/>
    <w:rsid w:val="005B51AD"/>
    <w:rsid w:val="005B7229"/>
    <w:rsid w:val="005C77DA"/>
    <w:rsid w:val="005C7EB0"/>
    <w:rsid w:val="005D1677"/>
    <w:rsid w:val="005D4B6E"/>
    <w:rsid w:val="005E6C9D"/>
    <w:rsid w:val="005F2A0B"/>
    <w:rsid w:val="005F3B4C"/>
    <w:rsid w:val="005F5A97"/>
    <w:rsid w:val="00601930"/>
    <w:rsid w:val="006101CD"/>
    <w:rsid w:val="00610502"/>
    <w:rsid w:val="00614128"/>
    <w:rsid w:val="00616988"/>
    <w:rsid w:val="00625350"/>
    <w:rsid w:val="00631051"/>
    <w:rsid w:val="0063176B"/>
    <w:rsid w:val="006330EE"/>
    <w:rsid w:val="006332FF"/>
    <w:rsid w:val="00641915"/>
    <w:rsid w:val="00643BE7"/>
    <w:rsid w:val="00646D54"/>
    <w:rsid w:val="00660D0B"/>
    <w:rsid w:val="006841C8"/>
    <w:rsid w:val="006A626F"/>
    <w:rsid w:val="006A648B"/>
    <w:rsid w:val="006A6E2E"/>
    <w:rsid w:val="006A7213"/>
    <w:rsid w:val="006B32F0"/>
    <w:rsid w:val="006C46A6"/>
    <w:rsid w:val="006E2986"/>
    <w:rsid w:val="006F45A2"/>
    <w:rsid w:val="006F7578"/>
    <w:rsid w:val="007001B3"/>
    <w:rsid w:val="0071222A"/>
    <w:rsid w:val="0073416B"/>
    <w:rsid w:val="00735336"/>
    <w:rsid w:val="007416BA"/>
    <w:rsid w:val="00757C4A"/>
    <w:rsid w:val="0076185D"/>
    <w:rsid w:val="007670E3"/>
    <w:rsid w:val="007701B8"/>
    <w:rsid w:val="00771EB4"/>
    <w:rsid w:val="00782DBB"/>
    <w:rsid w:val="00787947"/>
    <w:rsid w:val="00791770"/>
    <w:rsid w:val="007932DB"/>
    <w:rsid w:val="00793717"/>
    <w:rsid w:val="00795802"/>
    <w:rsid w:val="007A3340"/>
    <w:rsid w:val="007A49CA"/>
    <w:rsid w:val="007C0783"/>
    <w:rsid w:val="007C0A3F"/>
    <w:rsid w:val="007C1FDC"/>
    <w:rsid w:val="007C6EE5"/>
    <w:rsid w:val="007C7E32"/>
    <w:rsid w:val="007F41CF"/>
    <w:rsid w:val="008104B1"/>
    <w:rsid w:val="00813A9E"/>
    <w:rsid w:val="008142F5"/>
    <w:rsid w:val="00816C52"/>
    <w:rsid w:val="008170E7"/>
    <w:rsid w:val="00832991"/>
    <w:rsid w:val="00842553"/>
    <w:rsid w:val="008462E4"/>
    <w:rsid w:val="008500BD"/>
    <w:rsid w:val="00852036"/>
    <w:rsid w:val="00860B25"/>
    <w:rsid w:val="00861A95"/>
    <w:rsid w:val="0088273F"/>
    <w:rsid w:val="008A7069"/>
    <w:rsid w:val="008B57CE"/>
    <w:rsid w:val="008C7730"/>
    <w:rsid w:val="008E0B51"/>
    <w:rsid w:val="008E28E7"/>
    <w:rsid w:val="00904276"/>
    <w:rsid w:val="0090703E"/>
    <w:rsid w:val="00935865"/>
    <w:rsid w:val="0093787F"/>
    <w:rsid w:val="0094331F"/>
    <w:rsid w:val="0094506E"/>
    <w:rsid w:val="0095069E"/>
    <w:rsid w:val="00950D92"/>
    <w:rsid w:val="00954294"/>
    <w:rsid w:val="009545A4"/>
    <w:rsid w:val="00955ACC"/>
    <w:rsid w:val="00957749"/>
    <w:rsid w:val="00970D8B"/>
    <w:rsid w:val="00995FE0"/>
    <w:rsid w:val="009D0482"/>
    <w:rsid w:val="009D51F4"/>
    <w:rsid w:val="009E0895"/>
    <w:rsid w:val="009E2928"/>
    <w:rsid w:val="009F2823"/>
    <w:rsid w:val="00A2149E"/>
    <w:rsid w:val="00A23A19"/>
    <w:rsid w:val="00A4426F"/>
    <w:rsid w:val="00A5321B"/>
    <w:rsid w:val="00A64421"/>
    <w:rsid w:val="00A819D0"/>
    <w:rsid w:val="00A81F51"/>
    <w:rsid w:val="00A852D0"/>
    <w:rsid w:val="00A85505"/>
    <w:rsid w:val="00A86C85"/>
    <w:rsid w:val="00A904F4"/>
    <w:rsid w:val="00A95EC5"/>
    <w:rsid w:val="00AA199B"/>
    <w:rsid w:val="00AA32D1"/>
    <w:rsid w:val="00AA543D"/>
    <w:rsid w:val="00AA73A0"/>
    <w:rsid w:val="00AB4A2B"/>
    <w:rsid w:val="00AB68F8"/>
    <w:rsid w:val="00AC27BE"/>
    <w:rsid w:val="00AC2A0C"/>
    <w:rsid w:val="00AC2A62"/>
    <w:rsid w:val="00AC2F3E"/>
    <w:rsid w:val="00AC4E68"/>
    <w:rsid w:val="00AC6DE3"/>
    <w:rsid w:val="00AD1C5D"/>
    <w:rsid w:val="00AD7F73"/>
    <w:rsid w:val="00AE2359"/>
    <w:rsid w:val="00AE2552"/>
    <w:rsid w:val="00AE365E"/>
    <w:rsid w:val="00AE424A"/>
    <w:rsid w:val="00AE6EF0"/>
    <w:rsid w:val="00AF3122"/>
    <w:rsid w:val="00AF5B9D"/>
    <w:rsid w:val="00B016BB"/>
    <w:rsid w:val="00B02575"/>
    <w:rsid w:val="00B0742F"/>
    <w:rsid w:val="00B20F6E"/>
    <w:rsid w:val="00B23470"/>
    <w:rsid w:val="00B25342"/>
    <w:rsid w:val="00B2798D"/>
    <w:rsid w:val="00B32B81"/>
    <w:rsid w:val="00B34B5F"/>
    <w:rsid w:val="00B43D32"/>
    <w:rsid w:val="00B466AB"/>
    <w:rsid w:val="00B47F63"/>
    <w:rsid w:val="00B53FC4"/>
    <w:rsid w:val="00B60C0E"/>
    <w:rsid w:val="00B6768E"/>
    <w:rsid w:val="00B70D66"/>
    <w:rsid w:val="00B73E7A"/>
    <w:rsid w:val="00B75A57"/>
    <w:rsid w:val="00B764E1"/>
    <w:rsid w:val="00B77930"/>
    <w:rsid w:val="00BA6723"/>
    <w:rsid w:val="00BC68E2"/>
    <w:rsid w:val="00BE7B70"/>
    <w:rsid w:val="00BF6E7D"/>
    <w:rsid w:val="00C030B0"/>
    <w:rsid w:val="00C037DE"/>
    <w:rsid w:val="00C11335"/>
    <w:rsid w:val="00C1756F"/>
    <w:rsid w:val="00C21272"/>
    <w:rsid w:val="00C26990"/>
    <w:rsid w:val="00C30F8B"/>
    <w:rsid w:val="00C43095"/>
    <w:rsid w:val="00C5365F"/>
    <w:rsid w:val="00C54991"/>
    <w:rsid w:val="00C64A71"/>
    <w:rsid w:val="00C66AFA"/>
    <w:rsid w:val="00CB2886"/>
    <w:rsid w:val="00CD3EE8"/>
    <w:rsid w:val="00CD6C54"/>
    <w:rsid w:val="00CE2900"/>
    <w:rsid w:val="00CE5EA6"/>
    <w:rsid w:val="00CE6174"/>
    <w:rsid w:val="00CE6AE0"/>
    <w:rsid w:val="00CF28E1"/>
    <w:rsid w:val="00CF51D1"/>
    <w:rsid w:val="00CF7694"/>
    <w:rsid w:val="00D04160"/>
    <w:rsid w:val="00D16E01"/>
    <w:rsid w:val="00D24125"/>
    <w:rsid w:val="00D25A27"/>
    <w:rsid w:val="00D3338A"/>
    <w:rsid w:val="00D4293D"/>
    <w:rsid w:val="00D4315D"/>
    <w:rsid w:val="00D727DD"/>
    <w:rsid w:val="00D87B81"/>
    <w:rsid w:val="00D91BE9"/>
    <w:rsid w:val="00D95149"/>
    <w:rsid w:val="00D953A0"/>
    <w:rsid w:val="00D96503"/>
    <w:rsid w:val="00DA7EEB"/>
    <w:rsid w:val="00DB3AFE"/>
    <w:rsid w:val="00DB7024"/>
    <w:rsid w:val="00DC088A"/>
    <w:rsid w:val="00DC16A8"/>
    <w:rsid w:val="00DC6271"/>
    <w:rsid w:val="00DC6D97"/>
    <w:rsid w:val="00DD0055"/>
    <w:rsid w:val="00DE2AD0"/>
    <w:rsid w:val="00DE32CB"/>
    <w:rsid w:val="00DE7E39"/>
    <w:rsid w:val="00DF5C18"/>
    <w:rsid w:val="00E014B1"/>
    <w:rsid w:val="00E10549"/>
    <w:rsid w:val="00E10D4F"/>
    <w:rsid w:val="00E22A26"/>
    <w:rsid w:val="00E24BFE"/>
    <w:rsid w:val="00E30F75"/>
    <w:rsid w:val="00E3696A"/>
    <w:rsid w:val="00E43D44"/>
    <w:rsid w:val="00E47185"/>
    <w:rsid w:val="00E51912"/>
    <w:rsid w:val="00E60B74"/>
    <w:rsid w:val="00E63817"/>
    <w:rsid w:val="00E71636"/>
    <w:rsid w:val="00E71E82"/>
    <w:rsid w:val="00E74537"/>
    <w:rsid w:val="00E83B64"/>
    <w:rsid w:val="00E91BDD"/>
    <w:rsid w:val="00EB5C86"/>
    <w:rsid w:val="00EB71F5"/>
    <w:rsid w:val="00EC011E"/>
    <w:rsid w:val="00EC20DE"/>
    <w:rsid w:val="00EC398B"/>
    <w:rsid w:val="00EC480B"/>
    <w:rsid w:val="00EC7121"/>
    <w:rsid w:val="00ED00F2"/>
    <w:rsid w:val="00ED035E"/>
    <w:rsid w:val="00ED0A84"/>
    <w:rsid w:val="00ED6D3D"/>
    <w:rsid w:val="00EE0AFF"/>
    <w:rsid w:val="00EE6691"/>
    <w:rsid w:val="00EF1FE8"/>
    <w:rsid w:val="00F32589"/>
    <w:rsid w:val="00F3492C"/>
    <w:rsid w:val="00F530CE"/>
    <w:rsid w:val="00F56697"/>
    <w:rsid w:val="00F6676E"/>
    <w:rsid w:val="00F75225"/>
    <w:rsid w:val="00F84DED"/>
    <w:rsid w:val="00F943C8"/>
    <w:rsid w:val="00FA5059"/>
    <w:rsid w:val="00FA60CD"/>
    <w:rsid w:val="00FA74E9"/>
    <w:rsid w:val="00FB6B9E"/>
    <w:rsid w:val="00FD4769"/>
    <w:rsid w:val="00FD52C7"/>
    <w:rsid w:val="00FD6F0D"/>
    <w:rsid w:val="00FE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EFEA031"/>
  <w15:docId w15:val="{0538A7C8-592C-4BF2-8483-F9A6A3A9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D0482"/>
    <w:pPr>
      <w:spacing w:line="276" w:lineRule="auto"/>
      <w:jc w:val="both"/>
    </w:pPr>
    <w:rPr>
      <w:rFonts w:asciiTheme="minorHAnsi" w:eastAsia="Times New Roman" w:hAnsiTheme="minorHAnsi" w:cs="Times New Roman"/>
      <w:sz w:val="22"/>
      <w:szCs w:val="24"/>
      <w:lang w:eastAsia="nl-NL"/>
    </w:rPr>
  </w:style>
  <w:style w:type="paragraph" w:styleId="Kop1">
    <w:name w:val="heading 1"/>
    <w:basedOn w:val="Lijstalinea"/>
    <w:next w:val="Standaard"/>
    <w:link w:val="Kop1Char"/>
    <w:uiPriority w:val="9"/>
    <w:qFormat/>
    <w:rsid w:val="006B32F0"/>
    <w:pPr>
      <w:numPr>
        <w:numId w:val="1"/>
      </w:numPr>
      <w:outlineLvl w:val="0"/>
    </w:pPr>
    <w:rPr>
      <w:rFonts w:cs="Arial"/>
      <w:b/>
      <w:smallCaps/>
      <w:color w:val="FB4726"/>
      <w:szCs w:val="18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6B32F0"/>
    <w:pPr>
      <w:numPr>
        <w:ilvl w:val="1"/>
        <w:numId w:val="3"/>
      </w:numPr>
      <w:outlineLvl w:val="1"/>
    </w:pPr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30F8B"/>
  </w:style>
  <w:style w:type="paragraph" w:customStyle="1" w:styleId="OpmaakprofielKop1Donkerblauw">
    <w:name w:val="Opmaakprofiel Kop 1 + Donkerblauw"/>
    <w:basedOn w:val="Kop1"/>
    <w:link w:val="OpmaakprofielKop1DonkerblauwChar"/>
    <w:rsid w:val="00AC6DE3"/>
    <w:pPr>
      <w:spacing w:before="240" w:after="60"/>
    </w:pPr>
    <w:rPr>
      <w:rFonts w:ascii="Arial" w:hAnsi="Arial"/>
      <w:color w:val="000080"/>
      <w:kern w:val="32"/>
      <w:szCs w:val="32"/>
    </w:rPr>
  </w:style>
  <w:style w:type="character" w:customStyle="1" w:styleId="OpmaakprofielKop1DonkerblauwChar">
    <w:name w:val="Opmaakprofiel Kop 1 + Donkerblauw Char"/>
    <w:link w:val="OpmaakprofielKop1Donkerblauw"/>
    <w:rsid w:val="00AC6DE3"/>
    <w:rPr>
      <w:rFonts w:ascii="Arial" w:eastAsia="Times New Roman" w:hAnsi="Arial" w:cs="Arial"/>
      <w:b/>
      <w:smallCaps/>
      <w:color w:val="000080"/>
      <w:kern w:val="32"/>
      <w:sz w:val="22"/>
      <w:szCs w:val="32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6B32F0"/>
    <w:rPr>
      <w:rFonts w:asciiTheme="minorHAnsi" w:eastAsia="Times New Roman" w:hAnsiTheme="minorHAnsi" w:cs="Arial"/>
      <w:b/>
      <w:smallCaps/>
      <w:color w:val="FB4726"/>
      <w:sz w:val="2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312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3122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link w:val="LijstalineaChar"/>
    <w:uiPriority w:val="34"/>
    <w:qFormat/>
    <w:rsid w:val="0026449E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313820"/>
    <w:pPr>
      <w:spacing w:before="100" w:beforeAutospacing="1" w:after="100" w:afterAutospacing="1"/>
    </w:pPr>
  </w:style>
  <w:style w:type="character" w:styleId="Verwijzingopmerking">
    <w:name w:val="annotation reference"/>
    <w:basedOn w:val="Standaardalinea-lettertype"/>
    <w:unhideWhenUsed/>
    <w:rsid w:val="00C030B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030B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030B0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030B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030B0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F75225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6C4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elichting">
    <w:name w:val="Toelichting"/>
    <w:basedOn w:val="Lijstalinea"/>
    <w:link w:val="ToelichtingChar"/>
    <w:qFormat/>
    <w:rsid w:val="007A49CA"/>
    <w:rPr>
      <w:rFonts w:cs="Arial"/>
      <w:i/>
      <w:color w:val="808080" w:themeColor="background1" w:themeShade="80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4B2E88"/>
    <w:pPr>
      <w:tabs>
        <w:tab w:val="center" w:pos="4536"/>
        <w:tab w:val="right" w:pos="9072"/>
      </w:tabs>
      <w:spacing w:line="240" w:lineRule="auto"/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7A49CA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ToelichtingChar">
    <w:name w:val="Toelichting Char"/>
    <w:basedOn w:val="LijstalineaChar"/>
    <w:link w:val="Toelichting"/>
    <w:rsid w:val="007A49CA"/>
    <w:rPr>
      <w:rFonts w:asciiTheme="minorHAnsi" w:eastAsia="Times New Roman" w:hAnsiTheme="minorHAnsi" w:cs="Arial"/>
      <w:i/>
      <w:color w:val="808080" w:themeColor="background1" w:themeShade="80"/>
      <w:sz w:val="16"/>
      <w:szCs w:val="16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4B2E88"/>
    <w:rPr>
      <w:rFonts w:asciiTheme="minorHAnsi" w:eastAsia="Times New Roman" w:hAnsiTheme="minorHAnsi" w:cs="Times New Roman"/>
      <w:sz w:val="22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B2E8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2E88"/>
    <w:rPr>
      <w:rFonts w:asciiTheme="minorHAnsi" w:eastAsia="Times New Roman" w:hAnsiTheme="minorHAnsi" w:cs="Times New Roman"/>
      <w:sz w:val="22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6B32F0"/>
    <w:rPr>
      <w:rFonts w:asciiTheme="minorHAnsi" w:eastAsia="Times New Roman" w:hAnsiTheme="minorHAnsi" w:cs="Arial"/>
      <w:b/>
      <w:smallCaps/>
      <w:color w:val="FB4726"/>
      <w:sz w:val="20"/>
      <w:lang w:eastAsia="nl-NL"/>
    </w:rPr>
  </w:style>
  <w:style w:type="table" w:styleId="Lichtelijst-accent6">
    <w:name w:val="Light List Accent 6"/>
    <w:basedOn w:val="Standaardtabel"/>
    <w:uiPriority w:val="61"/>
    <w:rsid w:val="0078794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chtelijst-accent2">
    <w:name w:val="Light List Accent 2"/>
    <w:basedOn w:val="Standaardtabel"/>
    <w:uiPriority w:val="61"/>
    <w:rsid w:val="009D0482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CM4">
    <w:name w:val="CM4"/>
    <w:basedOn w:val="Standaard"/>
    <w:next w:val="Standaard"/>
    <w:uiPriority w:val="99"/>
    <w:rsid w:val="00C66AFA"/>
    <w:pPr>
      <w:autoSpaceDE w:val="0"/>
      <w:autoSpaceDN w:val="0"/>
      <w:adjustRightInd w:val="0"/>
      <w:spacing w:line="240" w:lineRule="auto"/>
      <w:jc w:val="left"/>
    </w:pPr>
    <w:rPr>
      <w:rFonts w:ascii="EUAlbertina" w:eastAsiaTheme="minorHAnsi" w:hAnsi="EUAlbertina" w:cstheme="minorBidi"/>
      <w:sz w:val="24"/>
      <w:lang w:eastAsia="en-US"/>
    </w:rPr>
  </w:style>
  <w:style w:type="character" w:styleId="Tekstvantijdelijkeaanduiding">
    <w:name w:val="Placeholder Text"/>
    <w:basedOn w:val="Standaardalinea-lettertype"/>
    <w:uiPriority w:val="99"/>
    <w:semiHidden/>
    <w:rsid w:val="00E30F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2029dec-8b0d-4d68-80c4-6be424f3e982" ContentTypeId="0x0101009E8CEED16802CC4F8ED1342A0056B685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55</Value>
      <Value>133</Value>
      <Value>132</Value>
      <Value>42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EFRO en programma's</TermName>
          <TermId xmlns="http://schemas.microsoft.com/office/infopath/2007/PartnerControls">f043153e-0db9-4327-89c7-f9c6d3ef93e2</TermId>
        </TermInfo>
      </Terms>
    </jdeaeee2a27a4227857fe6174fcbfe79>
    <j53259277a43494f82918618caf93461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Communicatiemiddelen</TermName>
          <TermId xmlns="http://schemas.microsoft.com/office/infopath/2007/PartnerControls">70152aac-cac6-4c75-a309-b7e1ab0e8e95</TermId>
        </TermInfo>
      </Terms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Pilot OP (Efro)</TermName>
          <TermId xmlns="http://schemas.microsoft.com/office/infopath/2007/PartnerControls">b0d29ba5-633f-475f-a78c-3592222181e7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Pilot OP (Efro)</TermName>
          <TermId xmlns="http://schemas.microsoft.com/office/infopath/2007/PartnerControls">306ec7a1-99f0-4a9f-9615-a14b7c298f62</TermId>
        </TermInfo>
      </Terms>
    </k0689abb9d694bdeabb80b21188484db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E11D8847ABD0284D87E7D629242D97E8" ma:contentTypeVersion="20" ma:contentTypeDescription="" ma:contentTypeScope="" ma:versionID="67c7857e10af8c03649d6a959d773394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d4767adb4485ffe84678b78a75a8fd1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5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7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F28DC-17C9-4EA2-9B67-2ECED3423A4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40D6339-D31F-4815-8F59-E999A7132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C2F1AA-A834-4E43-A9A8-199E4A8910E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53488529-b61a-446c-bc3c-940c1e2fbf4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C88BEE-147B-4DED-A785-EE893F9E6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718568E-FE86-4E0A-AC67-E67041EA9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670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format projectplan Open Innovatie Call</vt:lpstr>
    </vt:vector>
  </TitlesOfParts>
  <Company>Erac B.V.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projectplan Open Innovatie Call</dc:title>
  <dc:creator>Loek van Hemert</dc:creator>
  <cp:lastModifiedBy>Danny Kerstholt | SNN</cp:lastModifiedBy>
  <cp:revision>6</cp:revision>
  <cp:lastPrinted>2018-03-08T11:05:00Z</cp:lastPrinted>
  <dcterms:created xsi:type="dcterms:W3CDTF">2018-03-06T13:57:00Z</dcterms:created>
  <dcterms:modified xsi:type="dcterms:W3CDTF">2018-03-08T11:53:00Z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SynDocOpportunityDesc">
    <vt:lpwstr>
    </vt:lpwstr>
  </property>
  <property fmtid="{D5CDD505-2E9C-101B-9397-08002B2CF9AE}" pid="3" name="eSynDocOpportunityID">
    <vt:lpwstr>
    </vt:lpwstr>
  </property>
  <property fmtid="{D5CDD505-2E9C-101B-9397-08002B2CF9AE}" pid="4" name="eSynDocAttachmentID">
    <vt:lpwstr>{60d331f4-682e-4ea5-8df5-9b6afdf36a06}</vt:lpwstr>
  </property>
  <property fmtid="{D5CDD505-2E9C-101B-9397-08002B2CF9AE}" pid="5" name="eSynDocContactDesc">
    <vt:lpwstr>
    </vt:lpwstr>
  </property>
  <property fmtid="{D5CDD505-2E9C-101B-9397-08002B2CF9AE}" pid="6" name="eSynDocAccountDesc">
    <vt:lpwstr>SNN Uitvoeringsorganisatie</vt:lpwstr>
  </property>
  <property fmtid="{D5CDD505-2E9C-101B-9397-08002B2CF9AE}" pid="7" name="eSynDocProjectDesc">
    <vt:lpwstr>SNN ontwikkelen beleidsregels OP EFRO Noord-Nederland</vt:lpwstr>
  </property>
  <property fmtid="{D5CDD505-2E9C-101B-9397-08002B2CF9AE}" pid="8" name="eSynDocTransactionDesc">
    <vt:lpwstr>
    </vt:lpwstr>
  </property>
  <property fmtid="{D5CDD505-2E9C-101B-9397-08002B2CF9AE}" pid="9" name="eSynDocSerialDesc">
    <vt:lpwstr>
    </vt:lpwstr>
  </property>
  <property fmtid="{D5CDD505-2E9C-101B-9397-08002B2CF9AE}" pid="10" name="eSynDocItemDesc">
    <vt:lpwstr>
    </vt:lpwstr>
  </property>
  <property fmtid="{D5CDD505-2E9C-101B-9397-08002B2CF9AE}" pid="11" name="eSynDocResourceDesc">
    <vt:lpwstr>
    </vt:lpwstr>
  </property>
  <property fmtid="{D5CDD505-2E9C-101B-9397-08002B2CF9AE}" pid="12" name="eSynTransactionEntryKey">
    <vt:lpwstr>
    </vt:lpwstr>
  </property>
  <property fmtid="{D5CDD505-2E9C-101B-9397-08002B2CF9AE}" pid="13" name="eSynDocVersionStartDate">
    <vt:lpwstr>
    </vt:lpwstr>
  </property>
  <property fmtid="{D5CDD505-2E9C-101B-9397-08002B2CF9AE}" pid="14" name="eSynDocVersion">
    <vt:lpwstr>
    </vt:lpwstr>
  </property>
  <property fmtid="{D5CDD505-2E9C-101B-9397-08002B2CF9AE}" pid="15" name="eSynDocAttachFileName">
    <vt:lpwstr>OP EFRO tender valorisatie C en D 2016 - Model projectplan_2.docx</vt:lpwstr>
  </property>
  <property fmtid="{D5CDD505-2E9C-101B-9397-08002B2CF9AE}" pid="16" name="eSynDocSummary">
    <vt:lpwstr>
    </vt:lpwstr>
  </property>
  <property fmtid="{D5CDD505-2E9C-101B-9397-08002B2CF9AE}" pid="17" name="eSynDocPublish">
    <vt:lpwstr>0</vt:lpwstr>
  </property>
  <property fmtid="{D5CDD505-2E9C-101B-9397-08002B2CF9AE}" pid="18" name="eSynDocTypeID">
    <vt:lpwstr>133</vt:lpwstr>
  </property>
  <property fmtid="{D5CDD505-2E9C-101B-9397-08002B2CF9AE}" pid="19" name="eSynDocSerialNumber">
    <vt:lpwstr>
    </vt:lpwstr>
  </property>
  <property fmtid="{D5CDD505-2E9C-101B-9397-08002B2CF9AE}" pid="20" name="eSynDocSubject">
    <vt:lpwstr>Concept model projectplan valorisatie C en D</vt:lpwstr>
  </property>
  <property fmtid="{D5CDD505-2E9C-101B-9397-08002B2CF9AE}" pid="21" name="eSynDocItem">
    <vt:lpwstr>
    </vt:lpwstr>
  </property>
  <property fmtid="{D5CDD505-2E9C-101B-9397-08002B2CF9AE}" pid="22" name="eSynDocAcctContact">
    <vt:lpwstr>
    </vt:lpwstr>
  </property>
  <property fmtid="{D5CDD505-2E9C-101B-9397-08002B2CF9AE}" pid="23" name="eSynDocContactID">
    <vt:lpwstr>
    </vt:lpwstr>
  </property>
  <property fmtid="{D5CDD505-2E9C-101B-9397-08002B2CF9AE}" pid="24" name="eSynDocAccount">
    <vt:lpwstr>108201</vt:lpwstr>
  </property>
  <property fmtid="{D5CDD505-2E9C-101B-9397-08002B2CF9AE}" pid="25" name="eSynDocResource">
    <vt:lpwstr>
    </vt:lpwstr>
  </property>
  <property fmtid="{D5CDD505-2E9C-101B-9397-08002B2CF9AE}" pid="26" name="eSynDocProjectNr">
    <vt:lpwstr>082.037</vt:lpwstr>
  </property>
  <property fmtid="{D5CDD505-2E9C-101B-9397-08002B2CF9AE}" pid="27" name="eSynDocSecurity">
    <vt:lpwstr>10</vt:lpwstr>
  </property>
  <property fmtid="{D5CDD505-2E9C-101B-9397-08002B2CF9AE}" pid="28" name="eSynDocAssortment">
    <vt:lpwstr>
    </vt:lpwstr>
  </property>
  <property fmtid="{D5CDD505-2E9C-101B-9397-08002B2CF9AE}" pid="29" name="eSynDocLanguageCode">
    <vt:lpwstr>
    </vt:lpwstr>
  </property>
  <property fmtid="{D5CDD505-2E9C-101B-9397-08002B2CF9AE}" pid="30" name="eSynDocDivisionDesc">
    <vt:lpwstr>ERAC BV</vt:lpwstr>
  </property>
  <property fmtid="{D5CDD505-2E9C-101B-9397-08002B2CF9AE}" pid="31" name="eSynDocDivision">
    <vt:lpwstr>003</vt:lpwstr>
  </property>
  <property fmtid="{D5CDD505-2E9C-101B-9397-08002B2CF9AE}" pid="32" name="eSynDocParentDocument">
    <vt:lpwstr>
    </vt:lpwstr>
  </property>
  <property fmtid="{D5CDD505-2E9C-101B-9397-08002B2CF9AE}" pid="33" name="eSynDocSubCategory">
    <vt:lpwstr>
    </vt:lpwstr>
  </property>
  <property fmtid="{D5CDD505-2E9C-101B-9397-08002B2CF9AE}" pid="34" name="eSynDocCategoryID">
    <vt:lpwstr>
    </vt:lpwstr>
  </property>
  <property fmtid="{D5CDD505-2E9C-101B-9397-08002B2CF9AE}" pid="35" name="eSynDocGroupDesc">
    <vt:lpwstr>(Niet gebruiken) Documenten uit back-office</vt:lpwstr>
  </property>
  <property fmtid="{D5CDD505-2E9C-101B-9397-08002B2CF9AE}" pid="36" name="eSynDocGroupID">
    <vt:lpwstr>0</vt:lpwstr>
  </property>
  <property fmtid="{D5CDD505-2E9C-101B-9397-08002B2CF9AE}" pid="37" name="eSynDocHID">
    <vt:lpwstr>94318</vt:lpwstr>
  </property>
  <property fmtid="{D5CDD505-2E9C-101B-9397-08002B2CF9AE}" pid="38" name="eSynCleanUp12/14/2015 4:21:09 PM">
    <vt:i4>1</vt:i4>
  </property>
  <property fmtid="{D5CDD505-2E9C-101B-9397-08002B2CF9AE}" pid="39" name="eSynCleanUp12/14/2015 4:36:35 PM">
    <vt:i4>1</vt:i4>
  </property>
  <property fmtid="{D5CDD505-2E9C-101B-9397-08002B2CF9AE}" pid="40" name="eSynCleanUp12/15/2015 09:46:40">
    <vt:i4>1</vt:i4>
  </property>
  <property fmtid="{D5CDD505-2E9C-101B-9397-08002B2CF9AE}" pid="41" name="ContentTypeId">
    <vt:lpwstr>0x0101009E8CEED16802CC4F8ED1342A0056B6850100E11D8847ABD0284D87E7D629242D97E8</vt:lpwstr>
  </property>
  <property fmtid="{D5CDD505-2E9C-101B-9397-08002B2CF9AE}" pid="42" name="Subsidieregeling">
    <vt:lpwstr>133;#Pilot OP (Efro)|b0d29ba5-633f-475f-a78c-3592222181e7</vt:lpwstr>
  </property>
  <property fmtid="{D5CDD505-2E9C-101B-9397-08002B2CF9AE}" pid="43" name="Organisatie">
    <vt:lpwstr>42;#EFRO en programma's|f043153e-0db9-4327-89c7-f9c6d3ef93e2</vt:lpwstr>
  </property>
  <property fmtid="{D5CDD505-2E9C-101B-9397-08002B2CF9AE}" pid="44" name="Regelingtype">
    <vt:lpwstr>132;#Pilot OP (Efro)|306ec7a1-99f0-4a9f-9615-a14b7c298f62</vt:lpwstr>
  </property>
  <property fmtid="{D5CDD505-2E9C-101B-9397-08002B2CF9AE}" pid="45" name="Documenttype">
    <vt:lpwstr>55;#Communicatiemiddelen|70152aac-cac6-4c75-a309-b7e1ab0e8e95</vt:lpwstr>
  </property>
  <property fmtid="{D5CDD505-2E9C-101B-9397-08002B2CF9AE}" pid="46" name="SharedWithUsers">
    <vt:lpwstr>31;#Danny Kerstholt</vt:lpwstr>
  </property>
</Properties>
</file>